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A3CCE" w14:textId="77777777" w:rsidR="006E5D65" w:rsidRPr="008922ED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8922ED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8922ED">
        <w:rPr>
          <w:rFonts w:ascii="Times New Roman" w:hAnsi="Times New Roman"/>
          <w:b/>
          <w:bCs/>
          <w:sz w:val="24"/>
          <w:szCs w:val="24"/>
        </w:rPr>
        <w:tab/>
      </w:r>
      <w:r w:rsidR="00CD6897" w:rsidRPr="008922ED">
        <w:rPr>
          <w:rFonts w:ascii="Times New Roman" w:hAnsi="Times New Roman"/>
          <w:b/>
          <w:bCs/>
          <w:sz w:val="24"/>
          <w:szCs w:val="24"/>
        </w:rPr>
        <w:tab/>
      </w:r>
      <w:r w:rsidR="00CD6897" w:rsidRPr="008922ED">
        <w:rPr>
          <w:rFonts w:ascii="Times New Roman" w:hAnsi="Times New Roman"/>
          <w:b/>
          <w:bCs/>
          <w:sz w:val="24"/>
          <w:szCs w:val="24"/>
        </w:rPr>
        <w:tab/>
      </w:r>
      <w:r w:rsidR="00CD6897" w:rsidRPr="008922ED">
        <w:rPr>
          <w:rFonts w:ascii="Times New Roman" w:hAnsi="Times New Roman"/>
          <w:b/>
          <w:bCs/>
          <w:sz w:val="24"/>
          <w:szCs w:val="24"/>
        </w:rPr>
        <w:tab/>
      </w:r>
      <w:r w:rsidR="00CD6897" w:rsidRPr="008922ED">
        <w:rPr>
          <w:rFonts w:ascii="Times New Roman" w:hAnsi="Times New Roman"/>
          <w:b/>
          <w:bCs/>
          <w:sz w:val="24"/>
          <w:szCs w:val="24"/>
        </w:rPr>
        <w:tab/>
      </w:r>
      <w:r w:rsidR="00CD6897" w:rsidRPr="008922ED">
        <w:rPr>
          <w:rFonts w:ascii="Times New Roman" w:hAnsi="Times New Roman"/>
          <w:b/>
          <w:bCs/>
          <w:sz w:val="24"/>
          <w:szCs w:val="24"/>
        </w:rPr>
        <w:tab/>
      </w:r>
      <w:r w:rsidR="00D8678B" w:rsidRPr="008922ED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8922ED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8922ED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8922ED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8922ED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8922ED">
        <w:rPr>
          <w:rFonts w:ascii="Times New Roman" w:hAnsi="Times New Roman"/>
          <w:bCs/>
          <w:i/>
          <w:sz w:val="24"/>
          <w:szCs w:val="24"/>
        </w:rPr>
        <w:t>12/2019</w:t>
      </w:r>
    </w:p>
    <w:p w14:paraId="514B5492" w14:textId="77777777" w:rsidR="0085747A" w:rsidRPr="008922ED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922ED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1F8458C" w14:textId="06E903C8" w:rsidR="0085747A" w:rsidRPr="008922ED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922ED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8922ED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912BE1" w:rsidRPr="008922ED">
        <w:rPr>
          <w:rFonts w:ascii="Times New Roman" w:hAnsi="Times New Roman"/>
          <w:i/>
          <w:smallCaps/>
          <w:sz w:val="24"/>
          <w:szCs w:val="24"/>
        </w:rPr>
        <w:t>202</w:t>
      </w:r>
      <w:r w:rsidR="00A7523D" w:rsidRPr="008922ED">
        <w:rPr>
          <w:rFonts w:ascii="Times New Roman" w:hAnsi="Times New Roman"/>
          <w:i/>
          <w:smallCaps/>
          <w:sz w:val="24"/>
          <w:szCs w:val="24"/>
        </w:rPr>
        <w:t>3</w:t>
      </w:r>
      <w:r w:rsidR="00912BE1" w:rsidRPr="008922ED">
        <w:rPr>
          <w:rFonts w:ascii="Times New Roman" w:hAnsi="Times New Roman"/>
          <w:i/>
          <w:smallCaps/>
          <w:sz w:val="24"/>
          <w:szCs w:val="24"/>
        </w:rPr>
        <w:t>-202</w:t>
      </w:r>
      <w:r w:rsidR="00A7523D" w:rsidRPr="008922ED">
        <w:rPr>
          <w:rFonts w:ascii="Times New Roman" w:hAnsi="Times New Roman"/>
          <w:i/>
          <w:smallCaps/>
          <w:sz w:val="24"/>
          <w:szCs w:val="24"/>
        </w:rPr>
        <w:t>8</w:t>
      </w:r>
    </w:p>
    <w:p w14:paraId="3C90E3E7" w14:textId="77777777" w:rsidR="0085747A" w:rsidRPr="008922ED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8922ED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922ED">
        <w:rPr>
          <w:rFonts w:ascii="Times New Roman" w:hAnsi="Times New Roman"/>
          <w:i/>
          <w:sz w:val="24"/>
          <w:szCs w:val="24"/>
        </w:rPr>
        <w:t>(skrajne daty</w:t>
      </w:r>
      <w:r w:rsidR="0085747A" w:rsidRPr="008922ED">
        <w:rPr>
          <w:rFonts w:ascii="Times New Roman" w:hAnsi="Times New Roman"/>
          <w:sz w:val="24"/>
          <w:szCs w:val="24"/>
        </w:rPr>
        <w:t>)</w:t>
      </w:r>
    </w:p>
    <w:p w14:paraId="1D83D8CE" w14:textId="248B6EFE" w:rsidR="00445970" w:rsidRPr="008922ED" w:rsidRDefault="00445970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8922ED">
        <w:rPr>
          <w:rFonts w:ascii="Times New Roman" w:hAnsi="Times New Roman"/>
          <w:sz w:val="24"/>
          <w:szCs w:val="24"/>
        </w:rPr>
        <w:tab/>
      </w:r>
      <w:r w:rsidRPr="008922ED">
        <w:rPr>
          <w:rFonts w:ascii="Times New Roman" w:hAnsi="Times New Roman"/>
          <w:sz w:val="24"/>
          <w:szCs w:val="24"/>
        </w:rPr>
        <w:tab/>
      </w:r>
      <w:r w:rsidRPr="008922ED">
        <w:rPr>
          <w:rFonts w:ascii="Times New Roman" w:hAnsi="Times New Roman"/>
          <w:sz w:val="24"/>
          <w:szCs w:val="24"/>
        </w:rPr>
        <w:tab/>
      </w:r>
      <w:r w:rsidRPr="008922ED">
        <w:rPr>
          <w:rFonts w:ascii="Times New Roman" w:hAnsi="Times New Roman"/>
          <w:sz w:val="24"/>
          <w:szCs w:val="24"/>
        </w:rPr>
        <w:tab/>
        <w:t xml:space="preserve">Rok akademicki   </w:t>
      </w:r>
      <w:r w:rsidR="00912BE1" w:rsidRPr="008922ED">
        <w:rPr>
          <w:rFonts w:ascii="Times New Roman" w:hAnsi="Times New Roman"/>
          <w:sz w:val="24"/>
          <w:szCs w:val="24"/>
        </w:rPr>
        <w:t>20</w:t>
      </w:r>
      <w:r w:rsidR="008E1A51" w:rsidRPr="008922ED">
        <w:rPr>
          <w:rFonts w:ascii="Times New Roman" w:hAnsi="Times New Roman"/>
          <w:sz w:val="24"/>
          <w:szCs w:val="24"/>
        </w:rPr>
        <w:t>2</w:t>
      </w:r>
      <w:r w:rsidR="00060747" w:rsidRPr="008922ED">
        <w:rPr>
          <w:rFonts w:ascii="Times New Roman" w:hAnsi="Times New Roman"/>
          <w:sz w:val="24"/>
          <w:szCs w:val="24"/>
        </w:rPr>
        <w:t>6</w:t>
      </w:r>
      <w:r w:rsidR="00912BE1" w:rsidRPr="008922ED">
        <w:rPr>
          <w:rFonts w:ascii="Times New Roman" w:hAnsi="Times New Roman"/>
          <w:sz w:val="24"/>
          <w:szCs w:val="24"/>
        </w:rPr>
        <w:t>/202</w:t>
      </w:r>
      <w:r w:rsidR="00060747" w:rsidRPr="008922ED">
        <w:rPr>
          <w:rFonts w:ascii="Times New Roman" w:hAnsi="Times New Roman"/>
          <w:sz w:val="24"/>
          <w:szCs w:val="24"/>
        </w:rPr>
        <w:t>7</w:t>
      </w:r>
    </w:p>
    <w:p w14:paraId="6621200A" w14:textId="77777777" w:rsidR="0085747A" w:rsidRPr="008922ED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D70B3B" w14:textId="77777777" w:rsidR="0085747A" w:rsidRPr="008922ED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8922ED">
        <w:rPr>
          <w:szCs w:val="24"/>
        </w:rPr>
        <w:t xml:space="preserve">1. </w:t>
      </w:r>
      <w:r w:rsidR="0085747A" w:rsidRPr="008922ED">
        <w:rPr>
          <w:szCs w:val="24"/>
        </w:rPr>
        <w:t xml:space="preserve">Podstawowe </w:t>
      </w:r>
      <w:r w:rsidR="00445970" w:rsidRPr="008922ED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922ED" w14:paraId="40A7E305" w14:textId="77777777" w:rsidTr="00B819C8">
        <w:tc>
          <w:tcPr>
            <w:tcW w:w="2694" w:type="dxa"/>
            <w:vAlign w:val="center"/>
          </w:tcPr>
          <w:p w14:paraId="17D6A9FB" w14:textId="77777777" w:rsidR="0085747A" w:rsidRPr="008922E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22ED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3767B608" w:rsidR="0085747A" w:rsidRPr="008922ED" w:rsidRDefault="007440FE" w:rsidP="009C54AE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8922ED">
              <w:rPr>
                <w:bCs/>
                <w:sz w:val="24"/>
                <w:szCs w:val="24"/>
              </w:rPr>
              <w:t xml:space="preserve">Psychospołeczne funkcjonowanie </w:t>
            </w:r>
            <w:r w:rsidR="00060747" w:rsidRPr="008922ED">
              <w:rPr>
                <w:bCs/>
                <w:sz w:val="24"/>
                <w:szCs w:val="24"/>
              </w:rPr>
              <w:t xml:space="preserve">dzieci i młodzieży </w:t>
            </w:r>
            <w:r w:rsidR="003044E9" w:rsidRPr="008922ED">
              <w:rPr>
                <w:bCs/>
                <w:sz w:val="24"/>
                <w:szCs w:val="24"/>
              </w:rPr>
              <w:t>z</w:t>
            </w:r>
            <w:r w:rsidR="00777983">
              <w:rPr>
                <w:bCs/>
                <w:sz w:val="24"/>
                <w:szCs w:val="24"/>
              </w:rPr>
              <w:t> </w:t>
            </w:r>
            <w:r w:rsidR="003044E9" w:rsidRPr="008922ED">
              <w:rPr>
                <w:bCs/>
                <w:sz w:val="24"/>
                <w:szCs w:val="24"/>
              </w:rPr>
              <w:t xml:space="preserve">zaburzeniami </w:t>
            </w:r>
            <w:proofErr w:type="spellStart"/>
            <w:r w:rsidR="003044E9" w:rsidRPr="008922ED">
              <w:rPr>
                <w:bCs/>
                <w:sz w:val="24"/>
                <w:szCs w:val="24"/>
              </w:rPr>
              <w:t>neurorozwojowymi</w:t>
            </w:r>
            <w:proofErr w:type="spellEnd"/>
          </w:p>
        </w:tc>
      </w:tr>
      <w:tr w:rsidR="0085747A" w:rsidRPr="008922ED" w14:paraId="6C9699AA" w14:textId="77777777" w:rsidTr="00B819C8">
        <w:tc>
          <w:tcPr>
            <w:tcW w:w="2694" w:type="dxa"/>
            <w:vAlign w:val="center"/>
          </w:tcPr>
          <w:p w14:paraId="03BD0BF0" w14:textId="77777777" w:rsidR="0085747A" w:rsidRPr="008922E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22ED">
              <w:rPr>
                <w:sz w:val="24"/>
                <w:szCs w:val="24"/>
              </w:rPr>
              <w:t>Kod przedmiotu</w:t>
            </w:r>
            <w:r w:rsidR="0085747A" w:rsidRPr="008922ED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8922ED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8922ED" w14:paraId="54A8294D" w14:textId="77777777" w:rsidTr="00B819C8">
        <w:tc>
          <w:tcPr>
            <w:tcW w:w="2694" w:type="dxa"/>
            <w:vAlign w:val="center"/>
          </w:tcPr>
          <w:p w14:paraId="6892121B" w14:textId="39FF86FC" w:rsidR="0085747A" w:rsidRPr="008922ED" w:rsidRDefault="00B579F2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85747A" w:rsidRPr="008922ED">
              <w:rPr>
                <w:sz w:val="24"/>
                <w:szCs w:val="24"/>
              </w:rPr>
              <w:t>azwa</w:t>
            </w:r>
            <w:r w:rsidR="00C05F44" w:rsidRPr="008922ED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7C9C83F6" w:rsidR="0085747A" w:rsidRPr="008922ED" w:rsidRDefault="004A23B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22ED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922ED" w14:paraId="782C482F" w14:textId="77777777" w:rsidTr="00B819C8">
        <w:tc>
          <w:tcPr>
            <w:tcW w:w="2694" w:type="dxa"/>
            <w:vAlign w:val="center"/>
          </w:tcPr>
          <w:p w14:paraId="524548D0" w14:textId="77777777" w:rsidR="0085747A" w:rsidRPr="008922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22ED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031F9699" w:rsidR="0085747A" w:rsidRPr="008922ED" w:rsidRDefault="00A67FC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22ED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8922ED" w14:paraId="36591D91" w14:textId="77777777" w:rsidTr="00B819C8">
        <w:tc>
          <w:tcPr>
            <w:tcW w:w="2694" w:type="dxa"/>
            <w:vAlign w:val="center"/>
          </w:tcPr>
          <w:p w14:paraId="55DA27A9" w14:textId="77777777" w:rsidR="0085747A" w:rsidRPr="008922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22ED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2B810F4E" w:rsidR="0085747A" w:rsidRPr="008922ED" w:rsidRDefault="00D8403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22ED">
              <w:rPr>
                <w:b w:val="0"/>
                <w:sz w:val="24"/>
                <w:szCs w:val="24"/>
              </w:rPr>
              <w:t>P</w:t>
            </w:r>
            <w:r w:rsidR="003044E9" w:rsidRPr="008922ED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747A" w:rsidRPr="008922ED" w14:paraId="215D0F3D" w14:textId="77777777" w:rsidTr="00B819C8">
        <w:tc>
          <w:tcPr>
            <w:tcW w:w="2694" w:type="dxa"/>
            <w:vAlign w:val="center"/>
          </w:tcPr>
          <w:p w14:paraId="13D02490" w14:textId="77777777" w:rsidR="0085747A" w:rsidRPr="008922E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22ED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70E44EF3" w:rsidR="0085747A" w:rsidRPr="008922ED" w:rsidRDefault="00A67FC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22ED">
              <w:rPr>
                <w:b w:val="0"/>
                <w:sz w:val="24"/>
                <w:szCs w:val="24"/>
              </w:rPr>
              <w:t>j</w:t>
            </w:r>
            <w:r w:rsidR="003044E9" w:rsidRPr="008922ED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8922ED" w14:paraId="33F8C96A" w14:textId="77777777" w:rsidTr="00B819C8">
        <w:tc>
          <w:tcPr>
            <w:tcW w:w="2694" w:type="dxa"/>
            <w:vAlign w:val="center"/>
          </w:tcPr>
          <w:p w14:paraId="0A1E623E" w14:textId="77777777" w:rsidR="0085747A" w:rsidRPr="008922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22ED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3438F837" w:rsidR="0085747A" w:rsidRPr="008922ED" w:rsidRDefault="00A7523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22ED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8922ED" w14:paraId="2DD51570" w14:textId="77777777" w:rsidTr="00B819C8">
        <w:tc>
          <w:tcPr>
            <w:tcW w:w="2694" w:type="dxa"/>
            <w:vAlign w:val="center"/>
          </w:tcPr>
          <w:p w14:paraId="6A53B8A7" w14:textId="77777777" w:rsidR="0085747A" w:rsidRPr="008922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22ED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74A27928" w:rsidR="0085747A" w:rsidRPr="008922ED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22ED">
              <w:rPr>
                <w:b w:val="0"/>
                <w:sz w:val="24"/>
                <w:szCs w:val="24"/>
              </w:rPr>
              <w:t>stacjonarn</w:t>
            </w:r>
            <w:r w:rsidR="001D2AA0" w:rsidRPr="008922ED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8922ED" w14:paraId="040AFF42" w14:textId="77777777" w:rsidTr="00B819C8">
        <w:tc>
          <w:tcPr>
            <w:tcW w:w="2694" w:type="dxa"/>
            <w:vAlign w:val="center"/>
          </w:tcPr>
          <w:p w14:paraId="62A432D1" w14:textId="77777777" w:rsidR="0085747A" w:rsidRPr="008922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22ED">
              <w:rPr>
                <w:sz w:val="24"/>
                <w:szCs w:val="24"/>
              </w:rPr>
              <w:t>Rok i semestr</w:t>
            </w:r>
            <w:r w:rsidR="0030395F" w:rsidRPr="008922ED">
              <w:rPr>
                <w:sz w:val="24"/>
                <w:szCs w:val="24"/>
              </w:rPr>
              <w:t>/y</w:t>
            </w:r>
            <w:r w:rsidRPr="008922ED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5F35A04C" w:rsidR="0085747A" w:rsidRPr="008922ED" w:rsidRDefault="00A67FC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22ED">
              <w:rPr>
                <w:b w:val="0"/>
                <w:sz w:val="24"/>
                <w:szCs w:val="24"/>
              </w:rPr>
              <w:t>r</w:t>
            </w:r>
            <w:r w:rsidR="00E5152B" w:rsidRPr="008922ED">
              <w:rPr>
                <w:b w:val="0"/>
                <w:sz w:val="24"/>
                <w:szCs w:val="24"/>
              </w:rPr>
              <w:t xml:space="preserve">ok </w:t>
            </w:r>
            <w:r w:rsidR="00060747" w:rsidRPr="008922ED">
              <w:rPr>
                <w:b w:val="0"/>
                <w:sz w:val="24"/>
                <w:szCs w:val="24"/>
              </w:rPr>
              <w:t>IV</w:t>
            </w:r>
            <w:r w:rsidR="00E5152B" w:rsidRPr="008922ED">
              <w:rPr>
                <w:b w:val="0"/>
                <w:sz w:val="24"/>
                <w:szCs w:val="24"/>
              </w:rPr>
              <w:t xml:space="preserve">, semestr </w:t>
            </w:r>
            <w:r w:rsidR="00213B73">
              <w:rPr>
                <w:b w:val="0"/>
                <w:sz w:val="24"/>
                <w:szCs w:val="24"/>
              </w:rPr>
              <w:t>8</w:t>
            </w:r>
          </w:p>
        </w:tc>
      </w:tr>
      <w:tr w:rsidR="0085747A" w:rsidRPr="008922ED" w14:paraId="6CB354D9" w14:textId="77777777" w:rsidTr="00B819C8">
        <w:tc>
          <w:tcPr>
            <w:tcW w:w="2694" w:type="dxa"/>
            <w:vAlign w:val="center"/>
          </w:tcPr>
          <w:p w14:paraId="34EF2805" w14:textId="77777777" w:rsidR="0085747A" w:rsidRPr="008922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22ED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5BDD211D" w:rsidR="0085747A" w:rsidRPr="008922ED" w:rsidRDefault="00213B7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8922ED" w14:paraId="2A5BB727" w14:textId="77777777" w:rsidTr="00B819C8">
        <w:tc>
          <w:tcPr>
            <w:tcW w:w="2694" w:type="dxa"/>
            <w:vAlign w:val="center"/>
          </w:tcPr>
          <w:p w14:paraId="36CAEDFC" w14:textId="77777777" w:rsidR="00923D7D" w:rsidRPr="008922E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22ED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8922ED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22ED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8922ED" w14:paraId="142143DA" w14:textId="77777777" w:rsidTr="00B819C8">
        <w:tc>
          <w:tcPr>
            <w:tcW w:w="2694" w:type="dxa"/>
            <w:vAlign w:val="center"/>
          </w:tcPr>
          <w:p w14:paraId="1B8E2B5C" w14:textId="77777777" w:rsidR="0085747A" w:rsidRPr="008922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22ED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1AAFE56F" w:rsidR="0085747A" w:rsidRPr="008922ED" w:rsidRDefault="006E6FA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22ED">
              <w:rPr>
                <w:b w:val="0"/>
                <w:sz w:val="24"/>
                <w:szCs w:val="24"/>
              </w:rPr>
              <w:t>d</w:t>
            </w:r>
            <w:r w:rsidR="00E36A8A" w:rsidRPr="008922ED">
              <w:rPr>
                <w:b w:val="0"/>
                <w:sz w:val="24"/>
                <w:szCs w:val="24"/>
              </w:rPr>
              <w:t xml:space="preserve">r </w:t>
            </w:r>
            <w:r w:rsidR="00A7523D" w:rsidRPr="008922ED">
              <w:rPr>
                <w:b w:val="0"/>
                <w:sz w:val="24"/>
                <w:szCs w:val="24"/>
              </w:rPr>
              <w:t>Danuta Ochojska</w:t>
            </w:r>
          </w:p>
        </w:tc>
      </w:tr>
      <w:tr w:rsidR="0085747A" w:rsidRPr="008922ED" w14:paraId="299B57EB" w14:textId="77777777" w:rsidTr="00B819C8">
        <w:tc>
          <w:tcPr>
            <w:tcW w:w="2694" w:type="dxa"/>
            <w:vAlign w:val="center"/>
          </w:tcPr>
          <w:p w14:paraId="5B34C82D" w14:textId="77777777" w:rsidR="0085747A" w:rsidRPr="008922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22ED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66F69C35" w:rsidR="0085747A" w:rsidRPr="008922ED" w:rsidRDefault="006C0017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22ED">
              <w:rPr>
                <w:b w:val="0"/>
                <w:sz w:val="24"/>
                <w:szCs w:val="24"/>
              </w:rPr>
              <w:t>dr Danuta Ochojska</w:t>
            </w:r>
          </w:p>
        </w:tc>
      </w:tr>
    </w:tbl>
    <w:p w14:paraId="47888A0B" w14:textId="77777777" w:rsidR="0085747A" w:rsidRPr="008922ED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8922ED">
        <w:rPr>
          <w:sz w:val="24"/>
          <w:szCs w:val="24"/>
        </w:rPr>
        <w:t xml:space="preserve">* </w:t>
      </w:r>
      <w:r w:rsidRPr="008922ED">
        <w:rPr>
          <w:i/>
          <w:sz w:val="24"/>
          <w:szCs w:val="24"/>
        </w:rPr>
        <w:t>-</w:t>
      </w:r>
      <w:r w:rsidR="00B90885" w:rsidRPr="008922ED">
        <w:rPr>
          <w:b w:val="0"/>
          <w:i/>
          <w:sz w:val="24"/>
          <w:szCs w:val="24"/>
        </w:rPr>
        <w:t>opcjonalni</w:t>
      </w:r>
      <w:r w:rsidR="00B90885" w:rsidRPr="008922ED">
        <w:rPr>
          <w:b w:val="0"/>
          <w:sz w:val="24"/>
          <w:szCs w:val="24"/>
        </w:rPr>
        <w:t>e,</w:t>
      </w:r>
      <w:r w:rsidRPr="008922ED">
        <w:rPr>
          <w:i/>
          <w:sz w:val="24"/>
          <w:szCs w:val="24"/>
        </w:rPr>
        <w:t xml:space="preserve"> </w:t>
      </w:r>
      <w:r w:rsidRPr="008922ED">
        <w:rPr>
          <w:b w:val="0"/>
          <w:i/>
          <w:sz w:val="24"/>
          <w:szCs w:val="24"/>
        </w:rPr>
        <w:t xml:space="preserve">zgodnie z ustaleniami </w:t>
      </w:r>
      <w:r w:rsidR="00B90885" w:rsidRPr="008922ED">
        <w:rPr>
          <w:b w:val="0"/>
          <w:i/>
          <w:sz w:val="24"/>
          <w:szCs w:val="24"/>
        </w:rPr>
        <w:t>w Jednostce</w:t>
      </w:r>
    </w:p>
    <w:p w14:paraId="5C24A043" w14:textId="77777777" w:rsidR="00923D7D" w:rsidRPr="008922ED" w:rsidRDefault="00923D7D" w:rsidP="009C54AE">
      <w:pPr>
        <w:pStyle w:val="Podpunkty"/>
        <w:ind w:left="0"/>
        <w:rPr>
          <w:sz w:val="24"/>
          <w:szCs w:val="24"/>
        </w:rPr>
      </w:pPr>
    </w:p>
    <w:p w14:paraId="04250322" w14:textId="77777777" w:rsidR="0085747A" w:rsidRPr="008922ED" w:rsidRDefault="0085747A" w:rsidP="009C54AE">
      <w:pPr>
        <w:pStyle w:val="Podpunkty"/>
        <w:ind w:left="284"/>
        <w:rPr>
          <w:sz w:val="24"/>
          <w:szCs w:val="24"/>
        </w:rPr>
      </w:pPr>
      <w:r w:rsidRPr="008922ED">
        <w:rPr>
          <w:sz w:val="24"/>
          <w:szCs w:val="24"/>
        </w:rPr>
        <w:t>1.</w:t>
      </w:r>
      <w:r w:rsidR="00E22FBC" w:rsidRPr="008922ED">
        <w:rPr>
          <w:sz w:val="24"/>
          <w:szCs w:val="24"/>
        </w:rPr>
        <w:t>1</w:t>
      </w:r>
      <w:r w:rsidRPr="008922ED">
        <w:rPr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8922ED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015B8F" w:rsidRPr="008922ED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Pr="008922E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922ED">
              <w:rPr>
                <w:szCs w:val="24"/>
              </w:rPr>
              <w:t>Semestr</w:t>
            </w:r>
          </w:p>
          <w:p w14:paraId="41E7DDA9" w14:textId="77777777" w:rsidR="00015B8F" w:rsidRPr="008922ED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922ED">
              <w:rPr>
                <w:szCs w:val="24"/>
              </w:rPr>
              <w:t>(</w:t>
            </w:r>
            <w:r w:rsidR="00363F78" w:rsidRPr="008922ED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8922E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922ED">
              <w:rPr>
                <w:szCs w:val="24"/>
              </w:rPr>
              <w:t>Wykł</w:t>
            </w:r>
            <w:proofErr w:type="spellEnd"/>
            <w:r w:rsidRPr="008922ED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8922E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922ED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8922E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922ED">
              <w:rPr>
                <w:szCs w:val="24"/>
              </w:rPr>
              <w:t>Konw</w:t>
            </w:r>
            <w:proofErr w:type="spellEnd"/>
            <w:r w:rsidRPr="008922ED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8922E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922ED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8922E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922ED">
              <w:rPr>
                <w:szCs w:val="24"/>
              </w:rPr>
              <w:t>Sem</w:t>
            </w:r>
            <w:proofErr w:type="spellEnd"/>
            <w:r w:rsidRPr="008922ED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8922E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922ED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8922E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922ED">
              <w:rPr>
                <w:szCs w:val="24"/>
              </w:rPr>
              <w:t>Prakt</w:t>
            </w:r>
            <w:proofErr w:type="spellEnd"/>
            <w:r w:rsidRPr="008922ED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8922ED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922ED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8922ED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8922ED">
              <w:rPr>
                <w:b/>
                <w:szCs w:val="24"/>
              </w:rPr>
              <w:t>Liczba pkt</w:t>
            </w:r>
            <w:r w:rsidR="00B90885" w:rsidRPr="008922ED">
              <w:rPr>
                <w:b/>
                <w:szCs w:val="24"/>
              </w:rPr>
              <w:t>.</w:t>
            </w:r>
            <w:r w:rsidRPr="008922ED">
              <w:rPr>
                <w:b/>
                <w:szCs w:val="24"/>
              </w:rPr>
              <w:t xml:space="preserve"> ECTS</w:t>
            </w:r>
          </w:p>
        </w:tc>
      </w:tr>
      <w:tr w:rsidR="00015B8F" w:rsidRPr="008922ED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30A64FC6" w:rsidR="00015B8F" w:rsidRPr="008922ED" w:rsidRDefault="002A0630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3B8911E9" w:rsidR="00015B8F" w:rsidRPr="008922ED" w:rsidRDefault="00060747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922ED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4D9CCF78" w:rsidR="00015B8F" w:rsidRPr="008922ED" w:rsidRDefault="00266DF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922ED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60EA2350" w:rsidR="00015B8F" w:rsidRPr="008922ED" w:rsidRDefault="0025023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922ED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11598F2E" w:rsidR="00015B8F" w:rsidRPr="008922ED" w:rsidRDefault="0025023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922ED"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33D69D65" w:rsidR="00015B8F" w:rsidRPr="008922ED" w:rsidRDefault="0025023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922ED"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4B6102AF" w:rsidR="00015B8F" w:rsidRPr="008922ED" w:rsidRDefault="0025023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922ED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63B0C8FE" w:rsidR="00015B8F" w:rsidRPr="008922ED" w:rsidRDefault="0025023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922ED"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101B94D0" w:rsidR="00015B8F" w:rsidRPr="008922ED" w:rsidRDefault="0025023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922ED"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6631AB17" w:rsidR="00015B8F" w:rsidRPr="008922ED" w:rsidRDefault="00060747" w:rsidP="006C001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922ED">
              <w:rPr>
                <w:sz w:val="24"/>
                <w:szCs w:val="24"/>
              </w:rPr>
              <w:t>3</w:t>
            </w:r>
          </w:p>
        </w:tc>
      </w:tr>
    </w:tbl>
    <w:p w14:paraId="3B970C33" w14:textId="77777777" w:rsidR="00923D7D" w:rsidRPr="008922ED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2CBBC264" w14:textId="77777777" w:rsidR="00923D7D" w:rsidRPr="008922ED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3A1D4335" w14:textId="77777777" w:rsidR="0085747A" w:rsidRPr="008922E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922ED">
        <w:rPr>
          <w:smallCaps w:val="0"/>
          <w:szCs w:val="24"/>
        </w:rPr>
        <w:t>1.</w:t>
      </w:r>
      <w:r w:rsidR="00E22FBC" w:rsidRPr="008922ED">
        <w:rPr>
          <w:smallCaps w:val="0"/>
          <w:szCs w:val="24"/>
        </w:rPr>
        <w:t>2</w:t>
      </w:r>
      <w:r w:rsidR="00F83B28" w:rsidRPr="008922ED">
        <w:rPr>
          <w:smallCaps w:val="0"/>
          <w:szCs w:val="24"/>
        </w:rPr>
        <w:t>.</w:t>
      </w:r>
      <w:r w:rsidR="00F83B28" w:rsidRPr="008922ED">
        <w:rPr>
          <w:smallCaps w:val="0"/>
          <w:szCs w:val="24"/>
        </w:rPr>
        <w:tab/>
      </w:r>
      <w:r w:rsidRPr="008922ED">
        <w:rPr>
          <w:smallCaps w:val="0"/>
          <w:szCs w:val="24"/>
        </w:rPr>
        <w:t xml:space="preserve">Sposób realizacji zajęć  </w:t>
      </w:r>
    </w:p>
    <w:p w14:paraId="0FA809AB" w14:textId="082BE8AF" w:rsidR="0085747A" w:rsidRPr="008922ED" w:rsidRDefault="00FF33BD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8922ED">
        <w:rPr>
          <w:rFonts w:eastAsia="MS Gothic"/>
          <w:b w:val="0"/>
          <w:szCs w:val="24"/>
          <w:u w:val="single"/>
        </w:rPr>
        <w:t xml:space="preserve">X </w:t>
      </w:r>
      <w:r w:rsidR="0085747A" w:rsidRPr="008922ED">
        <w:rPr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8922ED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922ED">
        <w:rPr>
          <w:rFonts w:ascii="Segoe UI Symbol" w:eastAsia="MS Gothic" w:hAnsi="Segoe UI Symbol" w:cs="Segoe UI Symbol"/>
          <w:b w:val="0"/>
          <w:szCs w:val="24"/>
        </w:rPr>
        <w:t>☐</w:t>
      </w:r>
      <w:r w:rsidRPr="008922ED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8922ED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2C7D8A00" w14:textId="1EC636A6" w:rsidR="009C54AE" w:rsidRPr="008922ED" w:rsidRDefault="00E22FBC" w:rsidP="001D2AA0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zCs w:val="24"/>
        </w:rPr>
      </w:pPr>
      <w:r w:rsidRPr="008922ED">
        <w:rPr>
          <w:smallCaps w:val="0"/>
          <w:szCs w:val="24"/>
        </w:rPr>
        <w:t xml:space="preserve">1.3 </w:t>
      </w:r>
      <w:r w:rsidR="00F83B28" w:rsidRPr="008922ED">
        <w:rPr>
          <w:smallCaps w:val="0"/>
          <w:szCs w:val="24"/>
        </w:rPr>
        <w:tab/>
      </w:r>
      <w:r w:rsidRPr="008922ED">
        <w:rPr>
          <w:smallCaps w:val="0"/>
          <w:szCs w:val="24"/>
        </w:rPr>
        <w:t>For</w:t>
      </w:r>
      <w:r w:rsidR="00445970" w:rsidRPr="008922ED">
        <w:rPr>
          <w:smallCaps w:val="0"/>
          <w:szCs w:val="24"/>
        </w:rPr>
        <w:t xml:space="preserve">ma zaliczenia przedmiotu </w:t>
      </w:r>
      <w:r w:rsidRPr="008922ED">
        <w:rPr>
          <w:smallCaps w:val="0"/>
          <w:szCs w:val="24"/>
        </w:rPr>
        <w:t xml:space="preserve"> (z toku)</w:t>
      </w:r>
      <w:r w:rsidR="001D2AA0" w:rsidRPr="008922ED">
        <w:rPr>
          <w:smallCaps w:val="0"/>
          <w:szCs w:val="24"/>
        </w:rPr>
        <w:t xml:space="preserve">: </w:t>
      </w:r>
      <w:r w:rsidR="00E5152B" w:rsidRPr="008922ED">
        <w:rPr>
          <w:b w:val="0"/>
          <w:szCs w:val="24"/>
        </w:rPr>
        <w:t>egzamin</w:t>
      </w:r>
    </w:p>
    <w:p w14:paraId="6723F1B9" w14:textId="77777777" w:rsidR="00E960BB" w:rsidRPr="008922ED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68FD2A3C" w14:textId="77777777" w:rsidR="00E960BB" w:rsidRPr="008922ED" w:rsidRDefault="0085747A" w:rsidP="009C54AE">
      <w:pPr>
        <w:pStyle w:val="Punktygwne"/>
        <w:spacing w:before="0" w:after="0"/>
        <w:rPr>
          <w:szCs w:val="24"/>
        </w:rPr>
      </w:pPr>
      <w:r w:rsidRPr="008922ED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922ED" w14:paraId="5E96D769" w14:textId="77777777" w:rsidTr="00745302">
        <w:tc>
          <w:tcPr>
            <w:tcW w:w="9670" w:type="dxa"/>
          </w:tcPr>
          <w:p w14:paraId="5F97D36D" w14:textId="1DD38050" w:rsidR="0085747A" w:rsidRPr="008922ED" w:rsidRDefault="00CB386F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8922ED">
              <w:rPr>
                <w:b w:val="0"/>
                <w:smallCaps w:val="0"/>
                <w:color w:val="000000"/>
                <w:szCs w:val="24"/>
              </w:rPr>
              <w:t>Podstawowa wiedza z zakresu psychologii</w:t>
            </w:r>
          </w:p>
        </w:tc>
      </w:tr>
    </w:tbl>
    <w:p w14:paraId="5BD2B6AD" w14:textId="563B260F" w:rsidR="00087E43" w:rsidRPr="008922ED" w:rsidRDefault="00087E43" w:rsidP="009C54AE">
      <w:pPr>
        <w:pStyle w:val="Punktygwne"/>
        <w:spacing w:before="0" w:after="0"/>
        <w:rPr>
          <w:szCs w:val="24"/>
        </w:rPr>
      </w:pPr>
      <w:r w:rsidRPr="008922ED">
        <w:rPr>
          <w:szCs w:val="24"/>
        </w:rPr>
        <w:br w:type="page"/>
      </w:r>
    </w:p>
    <w:p w14:paraId="362FE2A5" w14:textId="77777777" w:rsidR="00153C41" w:rsidRPr="008922ED" w:rsidRDefault="00153C41" w:rsidP="009C54AE">
      <w:pPr>
        <w:pStyle w:val="Punktygwne"/>
        <w:spacing w:before="0" w:after="0"/>
        <w:rPr>
          <w:szCs w:val="24"/>
        </w:rPr>
      </w:pPr>
    </w:p>
    <w:p w14:paraId="3DB6FB64" w14:textId="77777777" w:rsidR="0085747A" w:rsidRPr="008922ED" w:rsidRDefault="0071620A" w:rsidP="009C54AE">
      <w:pPr>
        <w:pStyle w:val="Punktygwne"/>
        <w:spacing w:before="0" w:after="0"/>
        <w:rPr>
          <w:szCs w:val="24"/>
        </w:rPr>
      </w:pPr>
      <w:r w:rsidRPr="008922ED">
        <w:rPr>
          <w:szCs w:val="24"/>
        </w:rPr>
        <w:t>3.</w:t>
      </w:r>
      <w:r w:rsidR="0085747A" w:rsidRPr="008922ED">
        <w:rPr>
          <w:szCs w:val="24"/>
        </w:rPr>
        <w:t xml:space="preserve"> </w:t>
      </w:r>
      <w:r w:rsidR="00A84C85" w:rsidRPr="008922ED">
        <w:rPr>
          <w:szCs w:val="24"/>
        </w:rPr>
        <w:t>cele, efekty uczenia się</w:t>
      </w:r>
      <w:r w:rsidR="0085747A" w:rsidRPr="008922ED">
        <w:rPr>
          <w:szCs w:val="24"/>
        </w:rPr>
        <w:t xml:space="preserve"> , treści Programowe i stosowane metody Dydaktyczne</w:t>
      </w:r>
    </w:p>
    <w:p w14:paraId="2FD6FE6D" w14:textId="77777777" w:rsidR="0085747A" w:rsidRPr="008922ED" w:rsidRDefault="0085747A" w:rsidP="009C54AE">
      <w:pPr>
        <w:pStyle w:val="Punktygwne"/>
        <w:spacing w:before="0" w:after="0"/>
        <w:rPr>
          <w:szCs w:val="24"/>
        </w:rPr>
      </w:pPr>
    </w:p>
    <w:p w14:paraId="65EB5FEE" w14:textId="77777777" w:rsidR="0085747A" w:rsidRPr="008922ED" w:rsidRDefault="0071620A" w:rsidP="009C54AE">
      <w:pPr>
        <w:pStyle w:val="Podpunkty"/>
        <w:rPr>
          <w:sz w:val="24"/>
          <w:szCs w:val="24"/>
        </w:rPr>
      </w:pPr>
      <w:r w:rsidRPr="008922ED">
        <w:rPr>
          <w:sz w:val="24"/>
          <w:szCs w:val="24"/>
        </w:rPr>
        <w:t xml:space="preserve">3.1 </w:t>
      </w:r>
      <w:r w:rsidR="00C05F44" w:rsidRPr="008922ED">
        <w:rPr>
          <w:sz w:val="24"/>
          <w:szCs w:val="24"/>
        </w:rPr>
        <w:t>Cele przedmiotu</w:t>
      </w:r>
    </w:p>
    <w:p w14:paraId="11CC207B" w14:textId="77777777" w:rsidR="00F83B28" w:rsidRPr="008922ED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8922ED" w14:paraId="097DCC3D" w14:textId="77777777" w:rsidTr="009A623D">
        <w:tc>
          <w:tcPr>
            <w:tcW w:w="845" w:type="dxa"/>
            <w:vAlign w:val="center"/>
          </w:tcPr>
          <w:p w14:paraId="5F06BB30" w14:textId="77777777" w:rsidR="009A623D" w:rsidRPr="008922ED" w:rsidRDefault="009A623D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922ED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0481C99" w14:textId="0BBFC19D" w:rsidR="009A623D" w:rsidRPr="008922ED" w:rsidRDefault="001D5B1C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8922ED">
              <w:rPr>
                <w:b w:val="0"/>
                <w:bCs/>
                <w:sz w:val="24"/>
                <w:szCs w:val="24"/>
              </w:rPr>
              <w:t xml:space="preserve">Zapoznanie słuchaczy ze specyfiką funkcjonowania uczniów z zaburzeniami </w:t>
            </w:r>
            <w:proofErr w:type="spellStart"/>
            <w:r w:rsidRPr="008922ED">
              <w:rPr>
                <w:b w:val="0"/>
                <w:bCs/>
                <w:sz w:val="24"/>
                <w:szCs w:val="24"/>
              </w:rPr>
              <w:t>neurorozwojowymi</w:t>
            </w:r>
            <w:proofErr w:type="spellEnd"/>
            <w:r w:rsidRPr="008922ED">
              <w:rPr>
                <w:b w:val="0"/>
                <w:bCs/>
                <w:sz w:val="24"/>
                <w:szCs w:val="24"/>
              </w:rPr>
              <w:t xml:space="preserve"> w placówkach oświatowych</w:t>
            </w:r>
          </w:p>
        </w:tc>
      </w:tr>
      <w:tr w:rsidR="009A623D" w:rsidRPr="008922ED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8922ED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8922ED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62AA1FBE" w:rsidR="009A623D" w:rsidRPr="008922ED" w:rsidRDefault="001D5B1C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8922ED">
              <w:rPr>
                <w:b w:val="0"/>
                <w:bCs/>
                <w:sz w:val="24"/>
                <w:szCs w:val="24"/>
              </w:rPr>
              <w:t>Z</w:t>
            </w:r>
            <w:r w:rsidR="009A623D" w:rsidRPr="008922ED">
              <w:rPr>
                <w:b w:val="0"/>
                <w:bCs/>
                <w:sz w:val="24"/>
                <w:szCs w:val="24"/>
              </w:rPr>
              <w:t xml:space="preserve">wrócenie uwagi na </w:t>
            </w:r>
            <w:r w:rsidRPr="008922ED">
              <w:rPr>
                <w:b w:val="0"/>
                <w:bCs/>
                <w:sz w:val="24"/>
                <w:szCs w:val="24"/>
              </w:rPr>
              <w:t>złożoność uwarunkowań radzenia sobie uczniów z dysfunkcjami w warunkach szkolnych</w:t>
            </w:r>
          </w:p>
        </w:tc>
      </w:tr>
      <w:tr w:rsidR="009A623D" w:rsidRPr="008922ED" w14:paraId="727C7133" w14:textId="77777777" w:rsidTr="009A623D">
        <w:tc>
          <w:tcPr>
            <w:tcW w:w="845" w:type="dxa"/>
            <w:vAlign w:val="center"/>
          </w:tcPr>
          <w:p w14:paraId="188AA449" w14:textId="31E64188" w:rsidR="009A623D" w:rsidRPr="008922ED" w:rsidRDefault="009A623D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922ED">
              <w:rPr>
                <w:b w:val="0"/>
                <w:sz w:val="24"/>
                <w:szCs w:val="24"/>
              </w:rPr>
              <w:t>C</w:t>
            </w:r>
            <w:r w:rsidR="008D69F2" w:rsidRPr="008922E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9CD427D" w14:textId="643E753A" w:rsidR="009A623D" w:rsidRPr="008922ED" w:rsidRDefault="0036104F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8922ED">
              <w:rPr>
                <w:b w:val="0"/>
                <w:bCs/>
                <w:sz w:val="24"/>
                <w:szCs w:val="24"/>
              </w:rPr>
              <w:t>Uwzględnienie</w:t>
            </w:r>
            <w:r w:rsidR="007C135D" w:rsidRPr="008922ED">
              <w:rPr>
                <w:b w:val="0"/>
                <w:bCs/>
                <w:sz w:val="24"/>
                <w:szCs w:val="24"/>
              </w:rPr>
              <w:t xml:space="preserve"> rol</w:t>
            </w:r>
            <w:r w:rsidRPr="008922ED">
              <w:rPr>
                <w:b w:val="0"/>
                <w:bCs/>
                <w:sz w:val="24"/>
                <w:szCs w:val="24"/>
              </w:rPr>
              <w:t>i</w:t>
            </w:r>
            <w:r w:rsidR="007C135D" w:rsidRPr="008922ED">
              <w:rPr>
                <w:b w:val="0"/>
                <w:bCs/>
                <w:sz w:val="24"/>
                <w:szCs w:val="24"/>
              </w:rPr>
              <w:t xml:space="preserve"> nauczyciela, rówieśników, rodziców oraz wielospecjalistycznego zespołu (w tym psychologa) w efektywnej adaptacji do warunków szkolnych</w:t>
            </w:r>
          </w:p>
        </w:tc>
      </w:tr>
      <w:tr w:rsidR="0036104F" w:rsidRPr="008922ED" w14:paraId="5E91BB33" w14:textId="77777777" w:rsidTr="009A623D">
        <w:tc>
          <w:tcPr>
            <w:tcW w:w="845" w:type="dxa"/>
            <w:vAlign w:val="center"/>
          </w:tcPr>
          <w:p w14:paraId="12C58EB3" w14:textId="0BA5E91F" w:rsidR="0036104F" w:rsidRPr="008922ED" w:rsidRDefault="0036104F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922ED">
              <w:rPr>
                <w:b w:val="0"/>
                <w:sz w:val="24"/>
                <w:szCs w:val="24"/>
              </w:rPr>
              <w:t>C</w:t>
            </w:r>
            <w:r w:rsidR="008D69F2" w:rsidRPr="008922ED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</w:tcPr>
          <w:p w14:paraId="4000177C" w14:textId="5C4BC367" w:rsidR="0036104F" w:rsidRPr="008922ED" w:rsidRDefault="0036104F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8922ED">
              <w:rPr>
                <w:b w:val="0"/>
                <w:bCs/>
                <w:sz w:val="24"/>
                <w:szCs w:val="24"/>
              </w:rPr>
              <w:t xml:space="preserve">Przygotowanie studentów do działań mających na celu integrację uczniów z zaburzeniami </w:t>
            </w:r>
            <w:proofErr w:type="spellStart"/>
            <w:r w:rsidRPr="008922ED">
              <w:rPr>
                <w:b w:val="0"/>
                <w:bCs/>
                <w:sz w:val="24"/>
                <w:szCs w:val="24"/>
              </w:rPr>
              <w:t>neurorozwojowymi</w:t>
            </w:r>
            <w:proofErr w:type="spellEnd"/>
            <w:r w:rsidRPr="008922ED">
              <w:rPr>
                <w:b w:val="0"/>
                <w:bCs/>
                <w:sz w:val="24"/>
                <w:szCs w:val="24"/>
              </w:rPr>
              <w:t xml:space="preserve"> z uczniami zdrowymi</w:t>
            </w:r>
          </w:p>
        </w:tc>
      </w:tr>
    </w:tbl>
    <w:p w14:paraId="285D327C" w14:textId="77777777" w:rsidR="0085747A" w:rsidRPr="008922ED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1A668316" w14:textId="7C18E115" w:rsidR="001D7B54" w:rsidRPr="008922ED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922ED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8922ED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8922ED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8922ED">
        <w:rPr>
          <w:rFonts w:ascii="Times New Roman" w:hAnsi="Times New Roman"/>
          <w:b/>
          <w:sz w:val="24"/>
          <w:szCs w:val="24"/>
        </w:rPr>
        <w:t>dla przedmiotu</w:t>
      </w:r>
      <w:r w:rsidR="00445970" w:rsidRPr="008922ED">
        <w:rPr>
          <w:rFonts w:ascii="Times New Roman" w:hAnsi="Times New Roman"/>
          <w:sz w:val="24"/>
          <w:szCs w:val="24"/>
        </w:rPr>
        <w:t xml:space="preserve"> </w:t>
      </w:r>
    </w:p>
    <w:p w14:paraId="79074837" w14:textId="77777777" w:rsidR="001D7B54" w:rsidRPr="008922ED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8922ED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8922ED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4064F">
              <w:rPr>
                <w:b w:val="0"/>
                <w:bCs/>
                <w:smallCaps w:val="0"/>
                <w:szCs w:val="24"/>
              </w:rPr>
              <w:t>EK</w:t>
            </w:r>
            <w:r w:rsidR="00A84C85" w:rsidRPr="008922ED">
              <w:rPr>
                <w:b w:val="0"/>
                <w:smallCaps w:val="0"/>
                <w:szCs w:val="24"/>
              </w:rPr>
              <w:t xml:space="preserve"> (</w:t>
            </w:r>
            <w:r w:rsidR="00C05F44" w:rsidRPr="008922ED">
              <w:rPr>
                <w:b w:val="0"/>
                <w:smallCaps w:val="0"/>
                <w:szCs w:val="24"/>
              </w:rPr>
              <w:t>efekt uczenia się</w:t>
            </w:r>
            <w:r w:rsidR="00B82308" w:rsidRPr="008922ED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38FA12C" w14:textId="77777777" w:rsidR="002464DD" w:rsidRPr="008922ED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8922ED">
              <w:rPr>
                <w:b w:val="0"/>
                <w:smallCaps w:val="0"/>
                <w:szCs w:val="24"/>
              </w:rPr>
              <w:t xml:space="preserve">uczenia się </w:t>
            </w:r>
            <w:r w:rsidRPr="008922ED">
              <w:rPr>
                <w:b w:val="0"/>
                <w:smallCaps w:val="0"/>
                <w:szCs w:val="24"/>
              </w:rPr>
              <w:t>zdefiniowanego dla przedmiotu</w:t>
            </w:r>
          </w:p>
          <w:p w14:paraId="3729D2E5" w14:textId="1BD6ACAC" w:rsidR="0085747A" w:rsidRPr="008922ED" w:rsidRDefault="002464DD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>Student:</w:t>
            </w:r>
            <w:r w:rsidR="0085747A" w:rsidRPr="008922ED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C6BAA" w14:textId="77777777" w:rsidR="0085747A" w:rsidRPr="008922ED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922ED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922ED" w14:paraId="5D356227" w14:textId="77777777" w:rsidTr="002D4111">
        <w:tc>
          <w:tcPr>
            <w:tcW w:w="1680" w:type="dxa"/>
          </w:tcPr>
          <w:p w14:paraId="36A722B8" w14:textId="6AC38057" w:rsidR="0085747A" w:rsidRPr="008922ED" w:rsidRDefault="0085747A" w:rsidP="001D219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>EK_0</w:t>
            </w:r>
            <w:r w:rsidR="002D4111" w:rsidRPr="008922ED">
              <w:rPr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39C07166" w:rsidR="0085747A" w:rsidRPr="008922ED" w:rsidRDefault="006C001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>P</w:t>
            </w:r>
            <w:r w:rsidR="009524CF" w:rsidRPr="008922ED">
              <w:rPr>
                <w:b w:val="0"/>
                <w:smallCaps w:val="0"/>
                <w:szCs w:val="24"/>
              </w:rPr>
              <w:t xml:space="preserve">osiada </w:t>
            </w:r>
            <w:r w:rsidR="00B50C9F" w:rsidRPr="008922ED">
              <w:rPr>
                <w:b w:val="0"/>
                <w:smallCaps w:val="0"/>
                <w:szCs w:val="24"/>
              </w:rPr>
              <w:t>pogłębioną</w:t>
            </w:r>
            <w:r w:rsidR="009524CF" w:rsidRPr="008922ED">
              <w:rPr>
                <w:b w:val="0"/>
                <w:smallCaps w:val="0"/>
                <w:szCs w:val="24"/>
              </w:rPr>
              <w:t xml:space="preserve"> wiedzę odnośnie uwarunkowań zaburzeń </w:t>
            </w:r>
            <w:proofErr w:type="spellStart"/>
            <w:r w:rsidR="009524CF" w:rsidRPr="008922ED">
              <w:rPr>
                <w:b w:val="0"/>
                <w:smallCaps w:val="0"/>
                <w:szCs w:val="24"/>
              </w:rPr>
              <w:t>neurorozwojowych</w:t>
            </w:r>
            <w:proofErr w:type="spellEnd"/>
            <w:r w:rsidR="009524CF" w:rsidRPr="008922ED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258AE9BB" w14:textId="70FEC4E2" w:rsidR="002D4111" w:rsidRPr="008922ED" w:rsidRDefault="00060747" w:rsidP="001D219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>K_W12</w:t>
            </w:r>
          </w:p>
        </w:tc>
      </w:tr>
      <w:tr w:rsidR="00231136" w:rsidRPr="008922ED" w14:paraId="368B62E4" w14:textId="77777777" w:rsidTr="002D4111">
        <w:tc>
          <w:tcPr>
            <w:tcW w:w="1680" w:type="dxa"/>
          </w:tcPr>
          <w:p w14:paraId="3D7BA37E" w14:textId="62C5542F" w:rsidR="00231136" w:rsidRPr="008922ED" w:rsidRDefault="002D4111" w:rsidP="001D219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3BE7D3" w14:textId="350F7076" w:rsidR="00231136" w:rsidRPr="008922ED" w:rsidRDefault="00060747" w:rsidP="009C54AE">
            <w:pPr>
              <w:pStyle w:val="Punktygwne"/>
              <w:spacing w:before="0" w:after="0"/>
              <w:rPr>
                <w:b w:val="0"/>
                <w:smallCaps w:val="0"/>
                <w:color w:val="FF000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 xml:space="preserve">Ma </w:t>
            </w:r>
            <w:r w:rsidR="009524CF" w:rsidRPr="008922ED">
              <w:rPr>
                <w:b w:val="0"/>
                <w:smallCaps w:val="0"/>
                <w:szCs w:val="24"/>
              </w:rPr>
              <w:t xml:space="preserve">szczegółową </w:t>
            </w:r>
            <w:r w:rsidRPr="008922ED">
              <w:rPr>
                <w:b w:val="0"/>
                <w:smallCaps w:val="0"/>
                <w:szCs w:val="24"/>
              </w:rPr>
              <w:t xml:space="preserve"> wiedzę</w:t>
            </w:r>
            <w:r w:rsidR="00A6514D" w:rsidRPr="008922ED">
              <w:rPr>
                <w:b w:val="0"/>
                <w:smallCaps w:val="0"/>
                <w:szCs w:val="24"/>
              </w:rPr>
              <w:t xml:space="preserve"> odnośnie funkcjonowania w sferze emocjonalno- motywacyjnej  i poznawczej uczniów z różnego typu zaburzeniami </w:t>
            </w:r>
            <w:proofErr w:type="spellStart"/>
            <w:r w:rsidR="00A6514D" w:rsidRPr="008922ED">
              <w:rPr>
                <w:b w:val="0"/>
                <w:smallCaps w:val="0"/>
                <w:szCs w:val="24"/>
              </w:rPr>
              <w:t>neurorozwojowymi</w:t>
            </w:r>
            <w:proofErr w:type="spellEnd"/>
          </w:p>
        </w:tc>
        <w:tc>
          <w:tcPr>
            <w:tcW w:w="1865" w:type="dxa"/>
          </w:tcPr>
          <w:p w14:paraId="54395554" w14:textId="46128791" w:rsidR="00231136" w:rsidRPr="008922ED" w:rsidRDefault="00060747" w:rsidP="001D219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>K_W14</w:t>
            </w:r>
          </w:p>
        </w:tc>
      </w:tr>
      <w:tr w:rsidR="00231136" w:rsidRPr="008922ED" w14:paraId="25B23356" w14:textId="77777777" w:rsidTr="002D4111">
        <w:tc>
          <w:tcPr>
            <w:tcW w:w="1680" w:type="dxa"/>
          </w:tcPr>
          <w:p w14:paraId="1C5D8378" w14:textId="21AC92A1" w:rsidR="00231136" w:rsidRPr="008922ED" w:rsidRDefault="002D4111" w:rsidP="001D219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A8966BD" w14:textId="74D0E307" w:rsidR="00231136" w:rsidRPr="008922ED" w:rsidRDefault="00B50C9F" w:rsidP="00087E43">
            <w:pPr>
              <w:pStyle w:val="Punktygwne"/>
              <w:spacing w:before="0" w:after="0"/>
              <w:rPr>
                <w:b w:val="0"/>
                <w:smallCaps w:val="0"/>
                <w:color w:val="FF000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Samodzielnie </w:t>
            </w:r>
            <w:r w:rsidR="00984441" w:rsidRPr="008922ED">
              <w:rPr>
                <w:b w:val="0"/>
                <w:smallCaps w:val="0"/>
                <w:szCs w:val="24"/>
              </w:rPr>
              <w:t xml:space="preserve"> identyfik</w:t>
            </w:r>
            <w:r>
              <w:rPr>
                <w:b w:val="0"/>
                <w:smallCaps w:val="0"/>
                <w:szCs w:val="24"/>
              </w:rPr>
              <w:t>uje</w:t>
            </w:r>
            <w:r w:rsidR="00984441" w:rsidRPr="008922ED">
              <w:rPr>
                <w:b w:val="0"/>
                <w:smallCaps w:val="0"/>
                <w:szCs w:val="24"/>
              </w:rPr>
              <w:t xml:space="preserve"> </w:t>
            </w:r>
            <w:r w:rsidR="00A6514D" w:rsidRPr="008922ED">
              <w:rPr>
                <w:b w:val="0"/>
                <w:smallCaps w:val="0"/>
                <w:szCs w:val="24"/>
              </w:rPr>
              <w:t xml:space="preserve"> problemy uczniów z zaburzeniami </w:t>
            </w:r>
            <w:proofErr w:type="spellStart"/>
            <w:r w:rsidR="00A6514D" w:rsidRPr="008922ED">
              <w:rPr>
                <w:b w:val="0"/>
                <w:smallCaps w:val="0"/>
                <w:szCs w:val="24"/>
              </w:rPr>
              <w:t>neurorozwojowymi</w:t>
            </w:r>
            <w:proofErr w:type="spellEnd"/>
            <w:r w:rsidR="00A6514D" w:rsidRPr="008922ED">
              <w:rPr>
                <w:b w:val="0"/>
                <w:smallCaps w:val="0"/>
                <w:szCs w:val="24"/>
              </w:rPr>
              <w:t xml:space="preserve"> oraz </w:t>
            </w:r>
            <w:r w:rsidR="00984441" w:rsidRPr="008922ED">
              <w:rPr>
                <w:b w:val="0"/>
                <w:smallCaps w:val="0"/>
                <w:szCs w:val="24"/>
              </w:rPr>
              <w:t xml:space="preserve">i interpretować </w:t>
            </w:r>
            <w:r w:rsidR="00E2636E" w:rsidRPr="008922ED">
              <w:rPr>
                <w:b w:val="0"/>
                <w:smallCaps w:val="0"/>
                <w:szCs w:val="24"/>
              </w:rPr>
              <w:t xml:space="preserve">ich </w:t>
            </w:r>
            <w:r w:rsidR="00A6514D" w:rsidRPr="008922ED">
              <w:rPr>
                <w:b w:val="0"/>
                <w:smallCaps w:val="0"/>
                <w:szCs w:val="24"/>
              </w:rPr>
              <w:t xml:space="preserve">zachowania </w:t>
            </w:r>
            <w:r w:rsidR="00E2636E" w:rsidRPr="008922ED">
              <w:rPr>
                <w:b w:val="0"/>
                <w:smallCaps w:val="0"/>
                <w:szCs w:val="24"/>
              </w:rPr>
              <w:t>w różnych kontekstach</w:t>
            </w:r>
          </w:p>
        </w:tc>
        <w:tc>
          <w:tcPr>
            <w:tcW w:w="1865" w:type="dxa"/>
          </w:tcPr>
          <w:p w14:paraId="143739D4" w14:textId="5B766167" w:rsidR="002D4111" w:rsidRPr="008922ED" w:rsidRDefault="00060747" w:rsidP="001D219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>K_U04</w:t>
            </w:r>
          </w:p>
        </w:tc>
      </w:tr>
      <w:tr w:rsidR="00060747" w:rsidRPr="008922ED" w14:paraId="15A303EC" w14:textId="77777777" w:rsidTr="002D4111">
        <w:tc>
          <w:tcPr>
            <w:tcW w:w="1680" w:type="dxa"/>
          </w:tcPr>
          <w:p w14:paraId="4C8AD9E0" w14:textId="2DC29953" w:rsidR="00060747" w:rsidRPr="008922ED" w:rsidRDefault="00060747" w:rsidP="001D219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05D543BD" w14:textId="0B1714F0" w:rsidR="00060747" w:rsidRPr="008922ED" w:rsidRDefault="00B50C9F" w:rsidP="00087E43">
            <w:pPr>
              <w:pStyle w:val="Punktygwne"/>
              <w:spacing w:before="0" w:after="0"/>
              <w:rPr>
                <w:b w:val="0"/>
                <w:smallCaps w:val="0"/>
                <w:color w:val="FF000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Samodzielnie i krytycznie </w:t>
            </w:r>
            <w:r w:rsidR="00E2636E" w:rsidRPr="008922ED">
              <w:rPr>
                <w:b w:val="0"/>
                <w:smallCaps w:val="0"/>
                <w:szCs w:val="24"/>
              </w:rPr>
              <w:t xml:space="preserve"> interpret</w:t>
            </w:r>
            <w:r>
              <w:rPr>
                <w:b w:val="0"/>
                <w:smallCaps w:val="0"/>
                <w:szCs w:val="24"/>
              </w:rPr>
              <w:t>uje</w:t>
            </w:r>
            <w:r w:rsidR="00E2636E" w:rsidRPr="008922ED">
              <w:rPr>
                <w:b w:val="0"/>
                <w:smallCaps w:val="0"/>
                <w:szCs w:val="24"/>
              </w:rPr>
              <w:t xml:space="preserve"> funkcjonowanie uczniów z dysfunkcjami w różnych sytuacjach społecznych opierając się na wiedzy psychologicznej i z zakresu innych nauk społecznych </w:t>
            </w:r>
          </w:p>
        </w:tc>
        <w:tc>
          <w:tcPr>
            <w:tcW w:w="1865" w:type="dxa"/>
          </w:tcPr>
          <w:p w14:paraId="61946993" w14:textId="55A02A4D" w:rsidR="00060747" w:rsidRPr="008922ED" w:rsidRDefault="00060747" w:rsidP="001D219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>K_U20</w:t>
            </w:r>
          </w:p>
        </w:tc>
      </w:tr>
      <w:tr w:rsidR="00231136" w:rsidRPr="008922ED" w14:paraId="5ADAC37F" w14:textId="77777777" w:rsidTr="002D4111">
        <w:tc>
          <w:tcPr>
            <w:tcW w:w="1680" w:type="dxa"/>
          </w:tcPr>
          <w:p w14:paraId="4068425C" w14:textId="40A1C6A7" w:rsidR="00231136" w:rsidRPr="008922ED" w:rsidRDefault="00060747" w:rsidP="001D219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AC68E46" w14:textId="6D2AABAD" w:rsidR="00231136" w:rsidRPr="008922ED" w:rsidRDefault="00E2636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 xml:space="preserve">Posiada kompetencje osobiste i zawodowe </w:t>
            </w:r>
            <w:r w:rsidR="00E713B9" w:rsidRPr="008922ED">
              <w:rPr>
                <w:b w:val="0"/>
                <w:smallCaps w:val="0"/>
                <w:szCs w:val="24"/>
              </w:rPr>
              <w:t>przydatne do org</w:t>
            </w:r>
            <w:r w:rsidR="006C0017" w:rsidRPr="008922ED">
              <w:rPr>
                <w:b w:val="0"/>
                <w:smallCaps w:val="0"/>
                <w:szCs w:val="24"/>
              </w:rPr>
              <w:t>anizowania i integrowania osób z d</w:t>
            </w:r>
            <w:r w:rsidR="00E713B9" w:rsidRPr="008922ED">
              <w:rPr>
                <w:b w:val="0"/>
                <w:smallCaps w:val="0"/>
                <w:szCs w:val="24"/>
              </w:rPr>
              <w:t xml:space="preserve">eficytami z grupą, w celu optymalizacji rozwoju i dbałości o zdrowie psychiczne poszczególnych jednostek  </w:t>
            </w:r>
          </w:p>
        </w:tc>
        <w:tc>
          <w:tcPr>
            <w:tcW w:w="1865" w:type="dxa"/>
          </w:tcPr>
          <w:p w14:paraId="2E4CFEE1" w14:textId="73FC4E14" w:rsidR="00231136" w:rsidRPr="008922ED" w:rsidRDefault="00262B90" w:rsidP="001D219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>K_K</w:t>
            </w:r>
            <w:r w:rsidR="00060747" w:rsidRPr="008922ED">
              <w:rPr>
                <w:b w:val="0"/>
                <w:smallCaps w:val="0"/>
                <w:szCs w:val="24"/>
              </w:rPr>
              <w:t>11</w:t>
            </w:r>
          </w:p>
        </w:tc>
      </w:tr>
    </w:tbl>
    <w:p w14:paraId="51764946" w14:textId="77777777" w:rsidR="0085747A" w:rsidRPr="008922ED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1E5EC01" w14:textId="77777777" w:rsidR="0085747A" w:rsidRPr="008922ED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922ED">
        <w:rPr>
          <w:rFonts w:ascii="Times New Roman" w:hAnsi="Times New Roman"/>
          <w:b/>
          <w:sz w:val="24"/>
          <w:szCs w:val="24"/>
        </w:rPr>
        <w:t>3.3</w:t>
      </w:r>
      <w:r w:rsidR="001D7B54" w:rsidRPr="008922ED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8922ED">
        <w:rPr>
          <w:rFonts w:ascii="Times New Roman" w:hAnsi="Times New Roman"/>
          <w:b/>
          <w:sz w:val="24"/>
          <w:szCs w:val="24"/>
        </w:rPr>
        <w:t>T</w:t>
      </w:r>
      <w:r w:rsidR="001D7B54" w:rsidRPr="008922ED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8922ED">
        <w:rPr>
          <w:rFonts w:ascii="Times New Roman" w:hAnsi="Times New Roman"/>
          <w:sz w:val="24"/>
          <w:szCs w:val="24"/>
        </w:rPr>
        <w:t xml:space="preserve">  </w:t>
      </w:r>
    </w:p>
    <w:p w14:paraId="2C9BB995" w14:textId="77777777" w:rsidR="0085747A" w:rsidRPr="008922E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922ED">
        <w:rPr>
          <w:rFonts w:ascii="Times New Roman" w:hAnsi="Times New Roman"/>
          <w:sz w:val="24"/>
          <w:szCs w:val="24"/>
        </w:rPr>
        <w:t xml:space="preserve">Problematyka wykładu </w:t>
      </w:r>
    </w:p>
    <w:p w14:paraId="6D2B4D16" w14:textId="77777777" w:rsidR="00675843" w:rsidRPr="008922ED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22ED" w14:paraId="7BAD91AA" w14:textId="77777777" w:rsidTr="00C3359A">
        <w:tc>
          <w:tcPr>
            <w:tcW w:w="9520" w:type="dxa"/>
          </w:tcPr>
          <w:p w14:paraId="31393B88" w14:textId="77777777" w:rsidR="0085747A" w:rsidRPr="001D219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1D219D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C3359A" w:rsidRPr="008922ED" w14:paraId="1DA90F5A" w14:textId="77777777" w:rsidTr="00C3359A">
        <w:tc>
          <w:tcPr>
            <w:tcW w:w="9520" w:type="dxa"/>
          </w:tcPr>
          <w:p w14:paraId="4CBA2EFA" w14:textId="16445F6F" w:rsidR="00C3359A" w:rsidRPr="008922ED" w:rsidRDefault="009C3B19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 xml:space="preserve">Zaburzenia </w:t>
            </w:r>
            <w:proofErr w:type="spellStart"/>
            <w:r w:rsidRPr="008922ED">
              <w:rPr>
                <w:rFonts w:ascii="Times New Roman" w:hAnsi="Times New Roman"/>
                <w:sz w:val="24"/>
                <w:szCs w:val="24"/>
              </w:rPr>
              <w:t>neurorozwojowe</w:t>
            </w:r>
            <w:proofErr w:type="spellEnd"/>
            <w:r w:rsidRPr="008922ED">
              <w:rPr>
                <w:rFonts w:ascii="Times New Roman" w:hAnsi="Times New Roman"/>
                <w:sz w:val="24"/>
                <w:szCs w:val="24"/>
              </w:rPr>
              <w:t xml:space="preserve"> u </w:t>
            </w:r>
            <w:r w:rsidR="007E3F22" w:rsidRPr="008922ED">
              <w:rPr>
                <w:rFonts w:ascii="Times New Roman" w:hAnsi="Times New Roman"/>
                <w:sz w:val="24"/>
                <w:szCs w:val="24"/>
              </w:rPr>
              <w:t>dzieci i młodzieży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>. Rodzaje zaburzeń. Wprowadzenie w problematykę</w:t>
            </w:r>
          </w:p>
        </w:tc>
      </w:tr>
      <w:tr w:rsidR="00C3359A" w:rsidRPr="008922ED" w14:paraId="267487E2" w14:textId="77777777" w:rsidTr="00C3359A">
        <w:tc>
          <w:tcPr>
            <w:tcW w:w="9520" w:type="dxa"/>
          </w:tcPr>
          <w:p w14:paraId="79BEC410" w14:textId="48379063" w:rsidR="00C3359A" w:rsidRPr="008922ED" w:rsidRDefault="009C3B19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 xml:space="preserve">Modele uwarunkowań zaburzeń </w:t>
            </w:r>
            <w:proofErr w:type="spellStart"/>
            <w:r w:rsidRPr="008922ED">
              <w:rPr>
                <w:rFonts w:ascii="Times New Roman" w:hAnsi="Times New Roman"/>
                <w:sz w:val="24"/>
                <w:szCs w:val="24"/>
              </w:rPr>
              <w:t>neurorozwojowych</w:t>
            </w:r>
            <w:proofErr w:type="spellEnd"/>
          </w:p>
        </w:tc>
      </w:tr>
      <w:tr w:rsidR="00C3359A" w:rsidRPr="008922ED" w14:paraId="5B853458" w14:textId="77777777" w:rsidTr="00C3359A">
        <w:tc>
          <w:tcPr>
            <w:tcW w:w="9520" w:type="dxa"/>
          </w:tcPr>
          <w:p w14:paraId="5F8DBC7F" w14:textId="776F9754" w:rsidR="00C3359A" w:rsidRPr="008922ED" w:rsidRDefault="009C3B19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 xml:space="preserve">Adaptacja </w:t>
            </w:r>
            <w:r w:rsidR="007E3F22" w:rsidRPr="008922ED">
              <w:rPr>
                <w:rFonts w:ascii="Times New Roman" w:hAnsi="Times New Roman"/>
                <w:sz w:val="24"/>
                <w:szCs w:val="24"/>
              </w:rPr>
              <w:t>uczniów</w:t>
            </w:r>
            <w:r w:rsidR="004510DC" w:rsidRPr="00892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 xml:space="preserve"> z dysfunkcjami w </w:t>
            </w:r>
            <w:proofErr w:type="spellStart"/>
            <w:r w:rsidRPr="008922ED">
              <w:rPr>
                <w:rFonts w:ascii="Times New Roman" w:hAnsi="Times New Roman"/>
                <w:sz w:val="24"/>
                <w:szCs w:val="24"/>
              </w:rPr>
              <w:t>funkcjowaniu</w:t>
            </w:r>
            <w:proofErr w:type="spellEnd"/>
            <w:r w:rsidRPr="008922ED">
              <w:rPr>
                <w:rFonts w:ascii="Times New Roman" w:hAnsi="Times New Roman"/>
                <w:sz w:val="24"/>
                <w:szCs w:val="24"/>
              </w:rPr>
              <w:t xml:space="preserve"> układu nerwowego</w:t>
            </w:r>
            <w:r w:rsidR="004510DC" w:rsidRPr="008922ED">
              <w:rPr>
                <w:rFonts w:ascii="Times New Roman" w:hAnsi="Times New Roman"/>
                <w:sz w:val="24"/>
                <w:szCs w:val="24"/>
              </w:rPr>
              <w:t xml:space="preserve"> do warunków szkolnych</w:t>
            </w:r>
          </w:p>
        </w:tc>
      </w:tr>
      <w:tr w:rsidR="00C3359A" w:rsidRPr="008922ED" w14:paraId="3622A9A4" w14:textId="77777777" w:rsidTr="00C3359A">
        <w:tc>
          <w:tcPr>
            <w:tcW w:w="9520" w:type="dxa"/>
          </w:tcPr>
          <w:p w14:paraId="185CAB41" w14:textId="32E0CF2B" w:rsidR="00C3359A" w:rsidRPr="008922ED" w:rsidRDefault="004510DC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Integracja i inkluzja- korzyści i ujemne strony</w:t>
            </w:r>
          </w:p>
        </w:tc>
      </w:tr>
      <w:tr w:rsidR="00C3359A" w:rsidRPr="008922ED" w14:paraId="334CB6A6" w14:textId="77777777" w:rsidTr="00C3359A">
        <w:tc>
          <w:tcPr>
            <w:tcW w:w="9520" w:type="dxa"/>
          </w:tcPr>
          <w:p w14:paraId="6AD2C7ED" w14:textId="083C711D" w:rsidR="00C3359A" w:rsidRPr="008922ED" w:rsidRDefault="004510DC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 xml:space="preserve">Specyfika zaburzeń </w:t>
            </w:r>
            <w:proofErr w:type="spellStart"/>
            <w:r w:rsidRPr="008922ED">
              <w:rPr>
                <w:rFonts w:ascii="Times New Roman" w:hAnsi="Times New Roman"/>
                <w:sz w:val="24"/>
                <w:szCs w:val="24"/>
              </w:rPr>
              <w:t>neurorozwojowych</w:t>
            </w:r>
            <w:proofErr w:type="spellEnd"/>
            <w:r w:rsidRPr="008922ED">
              <w:rPr>
                <w:rFonts w:ascii="Times New Roman" w:hAnsi="Times New Roman"/>
                <w:sz w:val="24"/>
                <w:szCs w:val="24"/>
              </w:rPr>
              <w:t xml:space="preserve"> a relacje społeczne</w:t>
            </w:r>
          </w:p>
        </w:tc>
      </w:tr>
    </w:tbl>
    <w:p w14:paraId="2035F680" w14:textId="77777777" w:rsidR="0085747A" w:rsidRPr="008922ED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3E60DE" w14:textId="02E144D5" w:rsidR="0085747A" w:rsidRPr="008922E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922ED">
        <w:rPr>
          <w:rFonts w:ascii="Times New Roman" w:hAnsi="Times New Roman"/>
          <w:sz w:val="24"/>
          <w:szCs w:val="24"/>
        </w:rPr>
        <w:lastRenderedPageBreak/>
        <w:t>Problematyka ćwiczeń audytoryjnych</w:t>
      </w:r>
    </w:p>
    <w:p w14:paraId="611712B7" w14:textId="77777777" w:rsidR="0085747A" w:rsidRPr="008922ED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22ED" w14:paraId="294B5480" w14:textId="77777777" w:rsidTr="00C3359A">
        <w:tc>
          <w:tcPr>
            <w:tcW w:w="9520" w:type="dxa"/>
          </w:tcPr>
          <w:p w14:paraId="4D35F02A" w14:textId="77777777" w:rsidR="0085747A" w:rsidRPr="001D219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1D219D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C3359A" w:rsidRPr="008922ED" w14:paraId="68418360" w14:textId="77777777" w:rsidTr="00C3359A">
        <w:tc>
          <w:tcPr>
            <w:tcW w:w="9520" w:type="dxa"/>
          </w:tcPr>
          <w:p w14:paraId="49F572CA" w14:textId="3CAB4DF6" w:rsidR="00C3359A" w:rsidRPr="008922ED" w:rsidRDefault="00894D4A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 xml:space="preserve">Dzieci i młodzież </w:t>
            </w:r>
            <w:r w:rsidR="009C3B19" w:rsidRPr="008922ED">
              <w:rPr>
                <w:rFonts w:ascii="Times New Roman" w:hAnsi="Times New Roman"/>
                <w:sz w:val="24"/>
                <w:szCs w:val="24"/>
              </w:rPr>
              <w:t xml:space="preserve"> z niepełnosprawnością intelektualną w 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 xml:space="preserve">placówkach oświatowych, w </w:t>
            </w:r>
            <w:r w:rsidR="009C3B19" w:rsidRPr="008922ED">
              <w:rPr>
                <w:rFonts w:ascii="Times New Roman" w:hAnsi="Times New Roman"/>
                <w:sz w:val="24"/>
                <w:szCs w:val="24"/>
              </w:rPr>
              <w:t>szkol</w:t>
            </w:r>
            <w:r w:rsidR="004510DC" w:rsidRPr="008922ED">
              <w:rPr>
                <w:rFonts w:ascii="Times New Roman" w:hAnsi="Times New Roman"/>
                <w:sz w:val="24"/>
                <w:szCs w:val="24"/>
              </w:rPr>
              <w:t>e ogólnodostępnej i specjalnej. Bariery psychologiczne, spo</w:t>
            </w:r>
            <w:r w:rsidR="008D69F2" w:rsidRPr="008922ED">
              <w:rPr>
                <w:rFonts w:ascii="Times New Roman" w:hAnsi="Times New Roman"/>
                <w:sz w:val="24"/>
                <w:szCs w:val="24"/>
              </w:rPr>
              <w:t>ł</w:t>
            </w:r>
            <w:r w:rsidR="004510DC" w:rsidRPr="008922ED">
              <w:rPr>
                <w:rFonts w:ascii="Times New Roman" w:hAnsi="Times New Roman"/>
                <w:sz w:val="24"/>
                <w:szCs w:val="24"/>
              </w:rPr>
              <w:t>eczne i architektoniczne</w:t>
            </w:r>
          </w:p>
        </w:tc>
      </w:tr>
      <w:tr w:rsidR="00C3359A" w:rsidRPr="008922ED" w14:paraId="78AB1C27" w14:textId="77777777" w:rsidTr="00C3359A">
        <w:tc>
          <w:tcPr>
            <w:tcW w:w="9520" w:type="dxa"/>
          </w:tcPr>
          <w:p w14:paraId="3459EB78" w14:textId="6C9D4A7A" w:rsidR="00C3359A" w:rsidRPr="008922ED" w:rsidRDefault="004510DC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 xml:space="preserve">Dysleksja. Trudności edukacyjne i psychologiczne uczniów </w:t>
            </w:r>
            <w:r w:rsidR="00C73AB5" w:rsidRPr="008922ED">
              <w:rPr>
                <w:rFonts w:ascii="Times New Roman" w:hAnsi="Times New Roman"/>
                <w:sz w:val="24"/>
                <w:szCs w:val="24"/>
              </w:rPr>
              <w:t>z trudnościami w czytaniu i pisaniu, z dysgrafią, dysortografią, dyskalkulią</w:t>
            </w:r>
          </w:p>
        </w:tc>
      </w:tr>
      <w:tr w:rsidR="00C73AB5" w:rsidRPr="008922ED" w14:paraId="28DD3DD8" w14:textId="77777777" w:rsidTr="00C3359A">
        <w:tc>
          <w:tcPr>
            <w:tcW w:w="9520" w:type="dxa"/>
          </w:tcPr>
          <w:p w14:paraId="703B2A93" w14:textId="1E3A6428" w:rsidR="00C73AB5" w:rsidRPr="008922ED" w:rsidRDefault="00C73AB5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Problemy psychospołeczne uczniów z zaburzeniami w komunikowaniu się.</w:t>
            </w:r>
          </w:p>
        </w:tc>
      </w:tr>
      <w:tr w:rsidR="00C3359A" w:rsidRPr="008922ED" w14:paraId="32A9A69A" w14:textId="77777777" w:rsidTr="00C3359A">
        <w:tc>
          <w:tcPr>
            <w:tcW w:w="9520" w:type="dxa"/>
          </w:tcPr>
          <w:p w14:paraId="576401E6" w14:textId="6864BC87" w:rsidR="00C3359A" w:rsidRPr="008922ED" w:rsidRDefault="007E3F22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 xml:space="preserve">Dzieci i młodzież </w:t>
            </w:r>
            <w:r w:rsidR="004510DC" w:rsidRPr="008922ED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r w:rsidR="00F07644" w:rsidRPr="008922ED">
              <w:rPr>
                <w:rFonts w:ascii="Times New Roman" w:hAnsi="Times New Roman"/>
                <w:sz w:val="24"/>
                <w:szCs w:val="24"/>
              </w:rPr>
              <w:t>ADHD w szkole. Specyfika funkcjonowania w grupie a obraz siebie</w:t>
            </w:r>
          </w:p>
        </w:tc>
      </w:tr>
      <w:tr w:rsidR="00C3359A" w:rsidRPr="008922ED" w14:paraId="1F5DE333" w14:textId="77777777" w:rsidTr="00C3359A">
        <w:tc>
          <w:tcPr>
            <w:tcW w:w="9520" w:type="dxa"/>
          </w:tcPr>
          <w:p w14:paraId="3706EA79" w14:textId="3F4294AF" w:rsidR="00C3359A" w:rsidRPr="008922ED" w:rsidRDefault="007E3F22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F</w:t>
            </w:r>
            <w:r w:rsidR="00F07644" w:rsidRPr="008922ED">
              <w:rPr>
                <w:rFonts w:ascii="Times New Roman" w:hAnsi="Times New Roman"/>
                <w:sz w:val="24"/>
                <w:szCs w:val="24"/>
              </w:rPr>
              <w:t>unkcjonowania psychospołeczne uczniów ze spektrum autyzmu</w:t>
            </w:r>
          </w:p>
        </w:tc>
      </w:tr>
      <w:tr w:rsidR="00F07644" w:rsidRPr="008922ED" w14:paraId="499CFE73" w14:textId="77777777" w:rsidTr="00C3359A">
        <w:tc>
          <w:tcPr>
            <w:tcW w:w="9520" w:type="dxa"/>
          </w:tcPr>
          <w:p w14:paraId="6910EE90" w14:textId="1F7DF53E" w:rsidR="00F07644" w:rsidRPr="008922ED" w:rsidRDefault="00F07644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Trudności adaptacyjne uczniów  z Mózgowym Porażeniem Dziecięcym</w:t>
            </w:r>
            <w:r w:rsidR="008D69F2" w:rsidRPr="008922ED">
              <w:rPr>
                <w:rFonts w:ascii="Times New Roman" w:hAnsi="Times New Roman"/>
                <w:sz w:val="24"/>
                <w:szCs w:val="24"/>
              </w:rPr>
              <w:t xml:space="preserve"> i innymi dysfunkcjami w sferze motorycznej</w:t>
            </w:r>
          </w:p>
        </w:tc>
      </w:tr>
      <w:tr w:rsidR="00C3359A" w:rsidRPr="008922ED" w14:paraId="468F96DC" w14:textId="77777777" w:rsidTr="00C3359A">
        <w:tc>
          <w:tcPr>
            <w:tcW w:w="9520" w:type="dxa"/>
          </w:tcPr>
          <w:p w14:paraId="6FE1DAB0" w14:textId="6541C224" w:rsidR="00C3359A" w:rsidRPr="008922ED" w:rsidRDefault="00F07644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 xml:space="preserve">Dzieci z różnymi nieokreślonymi zaburzeniami </w:t>
            </w:r>
            <w:proofErr w:type="spellStart"/>
            <w:r w:rsidRPr="008922ED">
              <w:rPr>
                <w:rFonts w:ascii="Times New Roman" w:hAnsi="Times New Roman"/>
                <w:sz w:val="24"/>
                <w:szCs w:val="24"/>
              </w:rPr>
              <w:t>neurorozwojowymi</w:t>
            </w:r>
            <w:proofErr w:type="spellEnd"/>
            <w:r w:rsidRPr="008922ED">
              <w:rPr>
                <w:rFonts w:ascii="Times New Roman" w:hAnsi="Times New Roman"/>
                <w:sz w:val="24"/>
                <w:szCs w:val="24"/>
              </w:rPr>
              <w:t xml:space="preserve"> (np. Zespół FASD- Spektrum Płodowych Zaburzeń Alkoholowych)</w:t>
            </w:r>
            <w:r w:rsidR="007E3F22" w:rsidRPr="008922ED">
              <w:rPr>
                <w:rFonts w:ascii="Times New Roman" w:hAnsi="Times New Roman"/>
                <w:sz w:val="24"/>
                <w:szCs w:val="24"/>
              </w:rPr>
              <w:t xml:space="preserve"> a problemy adaptacyjne</w:t>
            </w:r>
          </w:p>
        </w:tc>
      </w:tr>
    </w:tbl>
    <w:p w14:paraId="316937D0" w14:textId="77777777" w:rsidR="0085747A" w:rsidRPr="008922ED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2C8F068C" w14:textId="77777777" w:rsidR="0085747A" w:rsidRPr="008922ED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8922ED">
        <w:rPr>
          <w:smallCaps w:val="0"/>
          <w:szCs w:val="24"/>
        </w:rPr>
        <w:t>3.4 Metody dydaktyczne</w:t>
      </w:r>
      <w:r w:rsidRPr="008922ED">
        <w:rPr>
          <w:b w:val="0"/>
          <w:smallCaps w:val="0"/>
          <w:szCs w:val="24"/>
        </w:rPr>
        <w:t xml:space="preserve"> </w:t>
      </w:r>
    </w:p>
    <w:p w14:paraId="07CED3C8" w14:textId="7BB44BC1" w:rsidR="00E21E7D" w:rsidRPr="008922ED" w:rsidRDefault="00E21E7D" w:rsidP="009C54AE">
      <w:pPr>
        <w:pStyle w:val="Punktygwne"/>
        <w:spacing w:before="0" w:after="0"/>
        <w:jc w:val="both"/>
        <w:rPr>
          <w:szCs w:val="24"/>
        </w:rPr>
      </w:pPr>
    </w:p>
    <w:p w14:paraId="20EEBBCF" w14:textId="483AF288" w:rsidR="00C3359A" w:rsidRPr="001D219D" w:rsidRDefault="00C3359A" w:rsidP="00C3359A">
      <w:pPr>
        <w:pStyle w:val="Punktygwne"/>
        <w:spacing w:after="0"/>
        <w:jc w:val="both"/>
        <w:rPr>
          <w:b w:val="0"/>
          <w:iCs/>
          <w:smallCaps w:val="0"/>
          <w:szCs w:val="24"/>
        </w:rPr>
      </w:pPr>
      <w:r w:rsidRPr="001D219D">
        <w:rPr>
          <w:b w:val="0"/>
          <w:iCs/>
          <w:smallCaps w:val="0"/>
          <w:szCs w:val="24"/>
        </w:rPr>
        <w:t>Wykład: wykład problemowy, wykład z prezentacją multimedialną.</w:t>
      </w:r>
    </w:p>
    <w:p w14:paraId="6C464EF8" w14:textId="58229DF4" w:rsidR="0085747A" w:rsidRPr="001D219D" w:rsidRDefault="00C3359A" w:rsidP="00C3359A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1D219D">
        <w:rPr>
          <w:b w:val="0"/>
          <w:iCs/>
          <w:smallCaps w:val="0"/>
          <w:szCs w:val="24"/>
        </w:rPr>
        <w:t>Ćwiczenia: analiza tekstów z dyskusją, praca w grupach</w:t>
      </w:r>
      <w:r w:rsidR="00C65BFF" w:rsidRPr="001D219D">
        <w:rPr>
          <w:b w:val="0"/>
          <w:iCs/>
          <w:smallCaps w:val="0"/>
          <w:szCs w:val="24"/>
        </w:rPr>
        <w:t>,</w:t>
      </w:r>
      <w:r w:rsidRPr="001D219D">
        <w:rPr>
          <w:b w:val="0"/>
          <w:iCs/>
          <w:smallCaps w:val="0"/>
          <w:szCs w:val="24"/>
        </w:rPr>
        <w:t xml:space="preserve"> studium przypadku, dyskusja, burza mózgów.</w:t>
      </w:r>
    </w:p>
    <w:p w14:paraId="29D3905F" w14:textId="1ABB2849" w:rsidR="00E960BB" w:rsidRPr="008922ED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9053A9C" w14:textId="77777777" w:rsidR="00C3359A" w:rsidRPr="008922ED" w:rsidRDefault="00C3359A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45643A9" w14:textId="77777777" w:rsidR="0085747A" w:rsidRPr="008922ED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922ED">
        <w:rPr>
          <w:smallCaps w:val="0"/>
          <w:szCs w:val="24"/>
        </w:rPr>
        <w:t xml:space="preserve">4. </w:t>
      </w:r>
      <w:r w:rsidR="0085747A" w:rsidRPr="008922ED">
        <w:rPr>
          <w:smallCaps w:val="0"/>
          <w:szCs w:val="24"/>
        </w:rPr>
        <w:t>METODY I KRYTERIA OCENY</w:t>
      </w:r>
      <w:r w:rsidR="009F4610" w:rsidRPr="008922ED">
        <w:rPr>
          <w:smallCaps w:val="0"/>
          <w:szCs w:val="24"/>
        </w:rPr>
        <w:t xml:space="preserve"> </w:t>
      </w:r>
    </w:p>
    <w:p w14:paraId="6C6E783E" w14:textId="77777777" w:rsidR="00923D7D" w:rsidRPr="008922ED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507D829" w14:textId="77777777" w:rsidR="0085747A" w:rsidRPr="008922ED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8922ED">
        <w:rPr>
          <w:smallCaps w:val="0"/>
          <w:szCs w:val="24"/>
        </w:rPr>
        <w:t xml:space="preserve">4.1 Sposoby weryfikacji efektów </w:t>
      </w:r>
      <w:r w:rsidR="00C05F44" w:rsidRPr="008922ED">
        <w:rPr>
          <w:smallCaps w:val="0"/>
          <w:szCs w:val="24"/>
        </w:rPr>
        <w:t>uczenia się</w:t>
      </w:r>
    </w:p>
    <w:p w14:paraId="78FC7DA0" w14:textId="77777777" w:rsidR="0085747A" w:rsidRPr="008922ED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922ED" w14:paraId="65561D8D" w14:textId="77777777" w:rsidTr="00C05F44">
        <w:tc>
          <w:tcPr>
            <w:tcW w:w="1985" w:type="dxa"/>
            <w:vAlign w:val="center"/>
          </w:tcPr>
          <w:p w14:paraId="096C5013" w14:textId="77777777" w:rsidR="0085747A" w:rsidRPr="008922ED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48A094" w14:textId="0159F5E3" w:rsidR="0085747A" w:rsidRPr="008922ED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8922ED">
              <w:rPr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56299D">
              <w:rPr>
                <w:b w:val="0"/>
                <w:smallCaps w:val="0"/>
                <w:color w:val="000000"/>
                <w:szCs w:val="24"/>
              </w:rPr>
              <w:t>ę</w:t>
            </w:r>
          </w:p>
          <w:p w14:paraId="4C44FFAB" w14:textId="77777777" w:rsidR="0085747A" w:rsidRPr="008922ED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8922ED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111BEA" w14:textId="77777777" w:rsidR="00923D7D" w:rsidRPr="008922ED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77777777" w:rsidR="0085747A" w:rsidRPr="008922ED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922ED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8922ED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5747A" w:rsidRPr="008922ED" w14:paraId="4BB23A1B" w14:textId="77777777" w:rsidTr="00C05F44">
        <w:tc>
          <w:tcPr>
            <w:tcW w:w="1985" w:type="dxa"/>
          </w:tcPr>
          <w:p w14:paraId="33B89991" w14:textId="18772B8B" w:rsidR="0085747A" w:rsidRPr="008922ED" w:rsidRDefault="008922ED" w:rsidP="002846E8">
            <w:pPr>
              <w:pStyle w:val="Punktygwne"/>
              <w:spacing w:before="60"/>
              <w:jc w:val="center"/>
              <w:rPr>
                <w:b w:val="0"/>
                <w:szCs w:val="24"/>
              </w:rPr>
            </w:pPr>
            <w:r w:rsidRPr="008922ED">
              <w:rPr>
                <w:b w:val="0"/>
                <w:szCs w:val="24"/>
              </w:rPr>
              <w:t xml:space="preserve">EK </w:t>
            </w:r>
            <w:r w:rsidR="0085747A" w:rsidRPr="008922ED">
              <w:rPr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4BE8265E" w14:textId="242DD01E" w:rsidR="0085747A" w:rsidRPr="008922ED" w:rsidRDefault="008922ED" w:rsidP="002846E8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2414C40F" w14:textId="6CC598B6" w:rsidR="0085747A" w:rsidRPr="008922ED" w:rsidRDefault="008922ED" w:rsidP="002846E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 w:rsidRPr="008922ED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8922ED" w14:paraId="4766CFA6" w14:textId="77777777" w:rsidTr="00C05F44">
        <w:tc>
          <w:tcPr>
            <w:tcW w:w="1985" w:type="dxa"/>
          </w:tcPr>
          <w:p w14:paraId="0F6C02AA" w14:textId="297083D1" w:rsidR="0085747A" w:rsidRPr="008922ED" w:rsidRDefault="008922ED" w:rsidP="002846E8">
            <w:pPr>
              <w:pStyle w:val="Punktygwne"/>
              <w:spacing w:before="60"/>
              <w:jc w:val="center"/>
              <w:rPr>
                <w:b w:val="0"/>
                <w:szCs w:val="24"/>
              </w:rPr>
            </w:pPr>
            <w:r w:rsidRPr="008922ED">
              <w:rPr>
                <w:b w:val="0"/>
                <w:szCs w:val="24"/>
              </w:rPr>
              <w:t xml:space="preserve">EK </w:t>
            </w:r>
            <w:r w:rsidR="0085747A" w:rsidRPr="008922ED">
              <w:rPr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3DAEF9F7" w14:textId="20C90094" w:rsidR="0085747A" w:rsidRPr="008922ED" w:rsidRDefault="008922ED" w:rsidP="002846E8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7CB85A22" w14:textId="7FDF8CF1" w:rsidR="0085747A" w:rsidRPr="008922ED" w:rsidRDefault="008922ED" w:rsidP="002846E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 w:rsidRPr="008922ED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A319E0" w:rsidRPr="008922ED" w14:paraId="43B91C61" w14:textId="77777777" w:rsidTr="00C05F44">
        <w:tc>
          <w:tcPr>
            <w:tcW w:w="1985" w:type="dxa"/>
          </w:tcPr>
          <w:p w14:paraId="572D0A88" w14:textId="2FFCD995" w:rsidR="00A319E0" w:rsidRPr="008922ED" w:rsidRDefault="00A319E0" w:rsidP="002846E8">
            <w:pPr>
              <w:pStyle w:val="Punktygwne"/>
              <w:spacing w:before="60"/>
              <w:jc w:val="center"/>
              <w:rPr>
                <w:b w:val="0"/>
                <w:szCs w:val="24"/>
              </w:rPr>
            </w:pPr>
            <w:r w:rsidRPr="008922ED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F9F1C6" w14:textId="2A3EBDBA" w:rsidR="00A319E0" w:rsidRPr="008922ED" w:rsidRDefault="008922ED" w:rsidP="002846E8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10BD2820" w14:textId="7583CBE8" w:rsidR="00A319E0" w:rsidRPr="008922ED" w:rsidRDefault="008922ED" w:rsidP="002846E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 w:rsidRPr="008922ED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087E43" w:rsidRPr="008922ED" w14:paraId="0386779E" w14:textId="77777777" w:rsidTr="00C05F44">
        <w:tc>
          <w:tcPr>
            <w:tcW w:w="1985" w:type="dxa"/>
          </w:tcPr>
          <w:p w14:paraId="71862C8E" w14:textId="05885398" w:rsidR="00087E43" w:rsidRPr="008922ED" w:rsidRDefault="00087E43" w:rsidP="002846E8">
            <w:pPr>
              <w:pStyle w:val="Punktygwne"/>
              <w:spacing w:before="60"/>
              <w:jc w:val="center"/>
              <w:rPr>
                <w:b w:val="0"/>
                <w:szCs w:val="24"/>
              </w:rPr>
            </w:pPr>
            <w:r w:rsidRPr="008922ED">
              <w:rPr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38A32E3" w14:textId="09B5F958" w:rsidR="00584C20" w:rsidRPr="00592494" w:rsidRDefault="008922ED" w:rsidP="00584C20">
            <w:pPr>
              <w:rPr>
                <w:rFonts w:ascii="Times New Roman" w:hAnsi="Times New Roman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obserwacja, wypowiedzi podczas zajęć</w:t>
            </w:r>
            <w:r w:rsidR="00592494">
              <w:rPr>
                <w:rFonts w:ascii="Times New Roman" w:hAnsi="Times New Roman"/>
                <w:sz w:val="24"/>
                <w:szCs w:val="24"/>
              </w:rPr>
              <w:t>,</w:t>
            </w:r>
            <w:r w:rsidR="00584C20">
              <w:t xml:space="preserve"> </w:t>
            </w:r>
            <w:r w:rsidR="00584C20" w:rsidRPr="00592494">
              <w:rPr>
                <w:rFonts w:ascii="Times New Roman" w:hAnsi="Times New Roman"/>
              </w:rPr>
              <w:t xml:space="preserve">Praca pisemna nt. trudności adaptacyjnych dzieci z wybraną dysfunkcją </w:t>
            </w:r>
            <w:proofErr w:type="spellStart"/>
            <w:r w:rsidR="00584C20" w:rsidRPr="00592494">
              <w:rPr>
                <w:rFonts w:ascii="Times New Roman" w:hAnsi="Times New Roman"/>
              </w:rPr>
              <w:t>neurorozwojową</w:t>
            </w:r>
            <w:proofErr w:type="spellEnd"/>
            <w:r w:rsidR="00584C20" w:rsidRPr="00592494">
              <w:rPr>
                <w:rFonts w:ascii="Times New Roman" w:hAnsi="Times New Roman"/>
              </w:rPr>
              <w:t xml:space="preserve"> (np. ADHD, MPD itp.)</w:t>
            </w:r>
          </w:p>
          <w:p w14:paraId="43684044" w14:textId="17CF15DE" w:rsidR="00087E43" w:rsidRPr="008922ED" w:rsidRDefault="00087E43" w:rsidP="002846E8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1765423" w14:textId="3F8D57CE" w:rsidR="00087E43" w:rsidRPr="008922ED" w:rsidRDefault="008922ED" w:rsidP="002846E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22ED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860311" w:rsidRPr="008922ED" w14:paraId="493C59B7" w14:textId="77777777" w:rsidTr="00C05F44">
        <w:tc>
          <w:tcPr>
            <w:tcW w:w="1985" w:type="dxa"/>
          </w:tcPr>
          <w:p w14:paraId="623444A9" w14:textId="41C1281F" w:rsidR="00860311" w:rsidRPr="008922ED" w:rsidRDefault="00860311" w:rsidP="002846E8">
            <w:pPr>
              <w:pStyle w:val="Punktygwne"/>
              <w:spacing w:before="60"/>
              <w:jc w:val="center"/>
              <w:rPr>
                <w:b w:val="0"/>
                <w:szCs w:val="24"/>
              </w:rPr>
            </w:pPr>
            <w:r w:rsidRPr="008922ED">
              <w:rPr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A3ADF5D" w14:textId="1DDAD90D" w:rsidR="00860311" w:rsidRPr="008922ED" w:rsidRDefault="008922ED" w:rsidP="002846E8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obserwacja, wypowiedzi podczas zajęć</w:t>
            </w:r>
          </w:p>
        </w:tc>
        <w:tc>
          <w:tcPr>
            <w:tcW w:w="2126" w:type="dxa"/>
          </w:tcPr>
          <w:p w14:paraId="0F97AFB5" w14:textId="0747B75D" w:rsidR="00860311" w:rsidRPr="008922ED" w:rsidRDefault="008922ED" w:rsidP="002846E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22ED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</w:tbl>
    <w:p w14:paraId="4E38F28A" w14:textId="77777777" w:rsidR="00923D7D" w:rsidRPr="008922ED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9BD6CCC" w14:textId="77777777" w:rsidR="0085747A" w:rsidRPr="008922ED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8922ED">
        <w:rPr>
          <w:smallCaps w:val="0"/>
          <w:szCs w:val="24"/>
        </w:rPr>
        <w:t xml:space="preserve">4.2 </w:t>
      </w:r>
      <w:r w:rsidR="0085747A" w:rsidRPr="008922ED">
        <w:rPr>
          <w:smallCaps w:val="0"/>
          <w:szCs w:val="24"/>
        </w:rPr>
        <w:t>Warunki zaliczenia przedmiotu (kryteria oceniania)</w:t>
      </w:r>
      <w:r w:rsidR="00923D7D" w:rsidRPr="008922ED">
        <w:rPr>
          <w:smallCaps w:val="0"/>
          <w:szCs w:val="24"/>
        </w:rPr>
        <w:t xml:space="preserve"> </w:t>
      </w:r>
    </w:p>
    <w:p w14:paraId="7303D80D" w14:textId="77777777" w:rsidR="00923D7D" w:rsidRPr="008922ED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922ED" w14:paraId="4FB4E605" w14:textId="77777777" w:rsidTr="00923D7D">
        <w:tc>
          <w:tcPr>
            <w:tcW w:w="9670" w:type="dxa"/>
          </w:tcPr>
          <w:p w14:paraId="0FFBDFB8" w14:textId="3BEC0B45" w:rsidR="00E55D0C" w:rsidRDefault="00E55D0C" w:rsidP="000D6D9D">
            <w:pPr>
              <w:pStyle w:val="Punktygwne"/>
              <w:spacing w:before="20" w:after="20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>Wykład</w:t>
            </w:r>
            <w:r w:rsidR="00D411BB">
              <w:rPr>
                <w:b w:val="0"/>
                <w:smallCaps w:val="0"/>
                <w:szCs w:val="24"/>
              </w:rPr>
              <w:t xml:space="preserve"> -</w:t>
            </w:r>
            <w:r w:rsidRPr="008922ED">
              <w:rPr>
                <w:b w:val="0"/>
                <w:smallCaps w:val="0"/>
                <w:szCs w:val="24"/>
              </w:rPr>
              <w:t xml:space="preserve"> egzamin pisemny w formie testu</w:t>
            </w:r>
            <w:r w:rsidR="00D411BB">
              <w:rPr>
                <w:b w:val="0"/>
                <w:smallCaps w:val="0"/>
                <w:szCs w:val="24"/>
              </w:rPr>
              <w:t>:</w:t>
            </w:r>
          </w:p>
          <w:p w14:paraId="135246B4" w14:textId="77777777" w:rsidR="000D6D9D" w:rsidRPr="000D6D9D" w:rsidRDefault="000D6D9D" w:rsidP="000D6D9D">
            <w:pPr>
              <w:pStyle w:val="Punktygwne"/>
              <w:spacing w:before="20" w:after="20"/>
              <w:rPr>
                <w:b w:val="0"/>
                <w:smallCaps w:val="0"/>
                <w:szCs w:val="24"/>
              </w:rPr>
            </w:pPr>
            <w:r w:rsidRPr="000D6D9D">
              <w:rPr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566F11F3" w14:textId="77777777" w:rsidR="000D6D9D" w:rsidRPr="000D6D9D" w:rsidRDefault="000D6D9D" w:rsidP="000D6D9D">
            <w:pPr>
              <w:pStyle w:val="Punktygwne"/>
              <w:spacing w:before="20" w:after="20"/>
              <w:rPr>
                <w:b w:val="0"/>
                <w:smallCaps w:val="0"/>
                <w:szCs w:val="24"/>
              </w:rPr>
            </w:pPr>
            <w:r w:rsidRPr="000D6D9D">
              <w:rPr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7E1077B5" w14:textId="77777777" w:rsidR="000D6D9D" w:rsidRPr="000D6D9D" w:rsidRDefault="000D6D9D" w:rsidP="000D6D9D">
            <w:pPr>
              <w:pStyle w:val="Punktygwne"/>
              <w:spacing w:before="20" w:after="20"/>
              <w:rPr>
                <w:b w:val="0"/>
                <w:smallCaps w:val="0"/>
                <w:szCs w:val="24"/>
              </w:rPr>
            </w:pPr>
            <w:r w:rsidRPr="000D6D9D">
              <w:rPr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58CD5230" w14:textId="77777777" w:rsidR="000D6D9D" w:rsidRPr="000D6D9D" w:rsidRDefault="000D6D9D" w:rsidP="000D6D9D">
            <w:pPr>
              <w:pStyle w:val="Punktygwne"/>
              <w:spacing w:before="20" w:after="20"/>
              <w:rPr>
                <w:b w:val="0"/>
                <w:smallCaps w:val="0"/>
                <w:szCs w:val="24"/>
              </w:rPr>
            </w:pPr>
            <w:r w:rsidRPr="000D6D9D">
              <w:rPr>
                <w:b w:val="0"/>
                <w:smallCaps w:val="0"/>
                <w:szCs w:val="24"/>
              </w:rPr>
              <w:t xml:space="preserve">ocena 3.5 – wykazuje znajomość treści kształcenia na poziomie 69%-76% (zadowalająca wiedza, </w:t>
            </w:r>
            <w:r w:rsidRPr="000D6D9D">
              <w:rPr>
                <w:b w:val="0"/>
                <w:smallCaps w:val="0"/>
                <w:szCs w:val="24"/>
              </w:rPr>
              <w:lastRenderedPageBreak/>
              <w:t>z niewielką liczbą błędów)</w:t>
            </w:r>
          </w:p>
          <w:p w14:paraId="57D6E9F5" w14:textId="77777777" w:rsidR="000D6D9D" w:rsidRPr="000D6D9D" w:rsidRDefault="000D6D9D" w:rsidP="000D6D9D">
            <w:pPr>
              <w:pStyle w:val="Punktygwne"/>
              <w:spacing w:before="20" w:after="20"/>
              <w:rPr>
                <w:b w:val="0"/>
                <w:smallCaps w:val="0"/>
                <w:szCs w:val="24"/>
              </w:rPr>
            </w:pPr>
            <w:r w:rsidRPr="000D6D9D">
              <w:rPr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419C2038" w14:textId="5D38B79B" w:rsidR="00D411BB" w:rsidRDefault="000D6D9D" w:rsidP="000D6D9D">
            <w:pPr>
              <w:pStyle w:val="Punktygwne"/>
              <w:spacing w:before="20" w:after="20"/>
              <w:rPr>
                <w:b w:val="0"/>
                <w:smallCaps w:val="0"/>
                <w:szCs w:val="24"/>
              </w:rPr>
            </w:pPr>
            <w:r w:rsidRPr="000D6D9D">
              <w:rPr>
                <w:b w:val="0"/>
                <w:smallCaps w:val="0"/>
                <w:szCs w:val="24"/>
              </w:rPr>
              <w:t>ocena 2.0 – wykazuje znajomość treści kształcenia poniżej 60%; (niezadowalająca wiedza, liczne błędy)</w:t>
            </w:r>
          </w:p>
          <w:p w14:paraId="6DEA9DE7" w14:textId="77777777" w:rsidR="000D6D9D" w:rsidRPr="008922ED" w:rsidRDefault="000D6D9D" w:rsidP="000D6D9D">
            <w:pPr>
              <w:pStyle w:val="Punktygwne"/>
              <w:spacing w:before="20" w:after="20"/>
              <w:rPr>
                <w:b w:val="0"/>
                <w:smallCaps w:val="0"/>
                <w:szCs w:val="24"/>
              </w:rPr>
            </w:pPr>
          </w:p>
          <w:p w14:paraId="70973F6A" w14:textId="456588AD" w:rsidR="00923D7D" w:rsidRDefault="00E55D0C" w:rsidP="009D2B88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>Ćwiczenia</w:t>
            </w:r>
            <w:r w:rsidR="00D411BB">
              <w:rPr>
                <w:b w:val="0"/>
                <w:smallCaps w:val="0"/>
                <w:szCs w:val="24"/>
              </w:rPr>
              <w:t xml:space="preserve"> -</w:t>
            </w:r>
            <w:r w:rsidRPr="008922ED">
              <w:rPr>
                <w:b w:val="0"/>
                <w:smallCaps w:val="0"/>
                <w:szCs w:val="24"/>
              </w:rPr>
              <w:t xml:space="preserve"> </w:t>
            </w:r>
            <w:r w:rsidR="00860311" w:rsidRPr="008922ED">
              <w:rPr>
                <w:b w:val="0"/>
                <w:smallCaps w:val="0"/>
                <w:szCs w:val="24"/>
              </w:rPr>
              <w:t xml:space="preserve">przygotowanie do zajęć i </w:t>
            </w:r>
            <w:r w:rsidRPr="008922ED">
              <w:rPr>
                <w:b w:val="0"/>
                <w:smallCaps w:val="0"/>
                <w:szCs w:val="24"/>
              </w:rPr>
              <w:t>aktywność w trakcie zajęć, kolokwium zaliczeniowe</w:t>
            </w:r>
            <w:r w:rsidR="000D6D9D">
              <w:rPr>
                <w:b w:val="0"/>
                <w:smallCaps w:val="0"/>
                <w:szCs w:val="24"/>
              </w:rPr>
              <w:t>:</w:t>
            </w:r>
          </w:p>
          <w:p w14:paraId="5ED20AB5" w14:textId="77777777" w:rsidR="009D2B88" w:rsidRPr="009D2B88" w:rsidRDefault="009D2B88" w:rsidP="009D2B88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9D2B88">
              <w:rPr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3AF1BD9C" w14:textId="77777777" w:rsidR="009D2B88" w:rsidRPr="009D2B88" w:rsidRDefault="009D2B88" w:rsidP="009D2B88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9D2B88">
              <w:rPr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6703ED2D" w14:textId="77777777" w:rsidR="009D2B88" w:rsidRPr="009D2B88" w:rsidRDefault="009D2B88" w:rsidP="009D2B88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9D2B88">
              <w:rPr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1CAEB995" w14:textId="77777777" w:rsidR="009D2B88" w:rsidRPr="009D2B88" w:rsidRDefault="009D2B88" w:rsidP="009D2B88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9D2B88">
              <w:rPr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7612419F" w14:textId="77777777" w:rsidR="009D2B88" w:rsidRPr="009D2B88" w:rsidRDefault="009D2B88" w:rsidP="009D2B88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9D2B88">
              <w:rPr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257B93B2" w14:textId="76A865B0" w:rsidR="000D6D9D" w:rsidRPr="008922ED" w:rsidRDefault="009D2B88" w:rsidP="009D2B88">
            <w:pPr>
              <w:pStyle w:val="Punktygwne"/>
              <w:spacing w:beforeLines="20" w:before="48" w:after="20"/>
              <w:rPr>
                <w:b w:val="0"/>
                <w:smallCaps w:val="0"/>
                <w:szCs w:val="24"/>
              </w:rPr>
            </w:pPr>
            <w:r w:rsidRPr="009D2B88">
              <w:rPr>
                <w:b w:val="0"/>
                <w:smallCaps w:val="0"/>
                <w:szCs w:val="24"/>
              </w:rPr>
              <w:t>ocena 2.0 – wykazuje znajomość treści kształcenia poniżej 60% (niezadowalająca wiedza, liczne błędy)</w:t>
            </w:r>
          </w:p>
          <w:p w14:paraId="7568C75B" w14:textId="77777777" w:rsidR="0085747A" w:rsidRPr="008922E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69E9204F" w14:textId="77777777" w:rsidR="0085747A" w:rsidRPr="008922ED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2F897661" w14:textId="77777777" w:rsidR="009F4610" w:rsidRPr="008922ED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8922ED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8922ED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8F2E7F" w14:textId="77777777" w:rsidR="0085747A" w:rsidRPr="008922ED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922ED" w14:paraId="085F6EB5" w14:textId="77777777" w:rsidTr="003E1941">
        <w:tc>
          <w:tcPr>
            <w:tcW w:w="4962" w:type="dxa"/>
            <w:vAlign w:val="center"/>
          </w:tcPr>
          <w:p w14:paraId="5AF78E02" w14:textId="77777777" w:rsidR="0085747A" w:rsidRPr="008922E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22ED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8922ED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8922ED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0FD4B1" w14:textId="77777777" w:rsidR="0085747A" w:rsidRPr="008922E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22ED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8922ED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8922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922ED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922ED" w14:paraId="10FA7CE6" w14:textId="77777777" w:rsidTr="00923D7D">
        <w:tc>
          <w:tcPr>
            <w:tcW w:w="4962" w:type="dxa"/>
          </w:tcPr>
          <w:p w14:paraId="5026D884" w14:textId="77777777" w:rsidR="0085747A" w:rsidRPr="008922ED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8922ED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8922ED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8922ED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8922ED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8922ED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892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892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D4D13B8" w14:textId="195734A9" w:rsidR="0085747A" w:rsidRPr="008922ED" w:rsidRDefault="00995320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61DC5" w:rsidRPr="008922ED" w14:paraId="2A990EB9" w14:textId="77777777" w:rsidTr="00923D7D">
        <w:tc>
          <w:tcPr>
            <w:tcW w:w="4962" w:type="dxa"/>
          </w:tcPr>
          <w:p w14:paraId="74962B30" w14:textId="77777777" w:rsidR="00C61DC5" w:rsidRPr="008922ED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8922ED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5F20E7F8" w14:textId="77777777" w:rsidR="00DE7D18" w:rsidRPr="008922ED" w:rsidRDefault="00DE7D1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-</w:t>
            </w:r>
            <w:r w:rsidR="00C61DC5" w:rsidRPr="008922ED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4003D403" w14:textId="5D505CB5" w:rsidR="00C61DC5" w:rsidRPr="008922ED" w:rsidRDefault="00DE7D1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-udział w</w:t>
            </w:r>
            <w:r w:rsidR="00C61DC5" w:rsidRPr="008922ED">
              <w:rPr>
                <w:rFonts w:ascii="Times New Roman" w:hAnsi="Times New Roman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330878CB" w14:textId="77777777" w:rsidR="00995320" w:rsidRPr="008922ED" w:rsidRDefault="00995320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AF502A" w14:textId="418C00D3" w:rsidR="00C61DC5" w:rsidRPr="008922ED" w:rsidRDefault="00EC0D06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DE94F6E" w14:textId="1AA2FE8D" w:rsidR="00DE7D18" w:rsidRPr="008922ED" w:rsidRDefault="00DE7D18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1DC5" w:rsidRPr="008922ED" w14:paraId="442A0F9E" w14:textId="77777777" w:rsidTr="00923D7D">
        <w:tc>
          <w:tcPr>
            <w:tcW w:w="4962" w:type="dxa"/>
          </w:tcPr>
          <w:p w14:paraId="29E1C64D" w14:textId="77777777" w:rsidR="00891F94" w:rsidRPr="008922ED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8922ED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8922ED">
              <w:rPr>
                <w:rFonts w:ascii="Times New Roman" w:hAnsi="Times New Roman"/>
                <w:sz w:val="24"/>
                <w:szCs w:val="24"/>
              </w:rPr>
              <w:t xml:space="preserve"> – praca własna studenta: </w:t>
            </w:r>
          </w:p>
          <w:p w14:paraId="55814E37" w14:textId="77777777" w:rsidR="00891F94" w:rsidRPr="008922ED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 xml:space="preserve">- przygotowanie do zajęć  </w:t>
            </w:r>
          </w:p>
          <w:p w14:paraId="5CA27071" w14:textId="397145D4" w:rsidR="00891F94" w:rsidRPr="008922ED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 xml:space="preserve">- przygotowanie do </w:t>
            </w:r>
            <w:r w:rsidR="00A72521" w:rsidRPr="008922ED"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5D2F3BEF" w14:textId="3F4B9069" w:rsidR="00891F94" w:rsidRPr="008922ED" w:rsidRDefault="00891F94" w:rsidP="00585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- przygotowanie do egzaminu</w:t>
            </w:r>
          </w:p>
        </w:tc>
        <w:tc>
          <w:tcPr>
            <w:tcW w:w="4677" w:type="dxa"/>
          </w:tcPr>
          <w:p w14:paraId="6B096A0E" w14:textId="07E9562F" w:rsidR="00C61DC5" w:rsidRPr="008922ED" w:rsidRDefault="00C61DC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B48876" w14:textId="77777777" w:rsidR="00891F94" w:rsidRPr="008922ED" w:rsidRDefault="00891F9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462248" w14:textId="7F95230C" w:rsidR="00891F94" w:rsidRPr="008922ED" w:rsidRDefault="007F34B2" w:rsidP="00891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1</w:t>
            </w:r>
            <w:r w:rsidR="00995320" w:rsidRPr="008922ED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73CF046" w14:textId="50C38C3F" w:rsidR="00891F94" w:rsidRPr="008922ED" w:rsidRDefault="00891F94" w:rsidP="00585F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1</w:t>
            </w:r>
            <w:r w:rsidR="00995320" w:rsidRPr="008922ED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81B2367" w14:textId="03419984" w:rsidR="00891F94" w:rsidRPr="008922ED" w:rsidRDefault="00995320" w:rsidP="00EE73E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5747A" w:rsidRPr="008922ED" w14:paraId="6DB50674" w14:textId="77777777" w:rsidTr="00923D7D">
        <w:tc>
          <w:tcPr>
            <w:tcW w:w="4962" w:type="dxa"/>
          </w:tcPr>
          <w:p w14:paraId="1CA5FB24" w14:textId="77777777" w:rsidR="0085747A" w:rsidRPr="008922ED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A04648" w14:textId="72717509" w:rsidR="0085747A" w:rsidRPr="008922ED" w:rsidRDefault="00585F33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8922ED" w14:paraId="3E0A8E5B" w14:textId="77777777" w:rsidTr="00923D7D">
        <w:tc>
          <w:tcPr>
            <w:tcW w:w="4962" w:type="dxa"/>
          </w:tcPr>
          <w:p w14:paraId="54C58939" w14:textId="77777777" w:rsidR="0085747A" w:rsidRPr="008922ED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922ED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2E3DED" w14:textId="13D4A094" w:rsidR="0085747A" w:rsidRPr="008922ED" w:rsidRDefault="00FF1ADE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36040A0F" w14:textId="77777777" w:rsidR="0085747A" w:rsidRPr="008922ED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8922ED">
        <w:rPr>
          <w:b w:val="0"/>
          <w:i/>
          <w:smallCaps w:val="0"/>
          <w:szCs w:val="24"/>
        </w:rPr>
        <w:t xml:space="preserve">* </w:t>
      </w:r>
      <w:r w:rsidR="00C61DC5" w:rsidRPr="008922ED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02A27C" w14:textId="77777777" w:rsidR="003E1941" w:rsidRPr="008922ED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420625E" w14:textId="77777777" w:rsidR="0085747A" w:rsidRPr="008922ED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8922ED">
        <w:rPr>
          <w:smallCaps w:val="0"/>
          <w:szCs w:val="24"/>
        </w:rPr>
        <w:t xml:space="preserve">6. </w:t>
      </w:r>
      <w:r w:rsidR="0085747A" w:rsidRPr="008922ED">
        <w:rPr>
          <w:smallCaps w:val="0"/>
          <w:szCs w:val="24"/>
        </w:rPr>
        <w:t>PRAKTYKI ZAWO</w:t>
      </w:r>
      <w:r w:rsidR="009C1331" w:rsidRPr="008922ED">
        <w:rPr>
          <w:smallCaps w:val="0"/>
          <w:szCs w:val="24"/>
        </w:rPr>
        <w:t>DOWE W RAMACH PRZEDMIOTU</w:t>
      </w:r>
    </w:p>
    <w:p w14:paraId="696A522A" w14:textId="77777777" w:rsidR="0085747A" w:rsidRPr="008922ED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8922ED" w14:paraId="1F812E7C" w14:textId="77777777" w:rsidTr="00A72521">
        <w:trPr>
          <w:trHeight w:val="397"/>
        </w:trPr>
        <w:tc>
          <w:tcPr>
            <w:tcW w:w="4224" w:type="dxa"/>
          </w:tcPr>
          <w:p w14:paraId="2EDF00EE" w14:textId="77777777" w:rsidR="0085747A" w:rsidRPr="008922E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C3384FA" w14:textId="6F9CF172" w:rsidR="0085747A" w:rsidRPr="008922ED" w:rsidRDefault="00854944" w:rsidP="00854944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922ED" w14:paraId="2465DEE2" w14:textId="77777777" w:rsidTr="00A72521">
        <w:trPr>
          <w:trHeight w:val="397"/>
        </w:trPr>
        <w:tc>
          <w:tcPr>
            <w:tcW w:w="4224" w:type="dxa"/>
          </w:tcPr>
          <w:p w14:paraId="39E0FF59" w14:textId="77777777" w:rsidR="0085747A" w:rsidRPr="008922E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7B0CAEF" w14:textId="385F7B4A" w:rsidR="0085747A" w:rsidRPr="008922ED" w:rsidRDefault="00854944" w:rsidP="008549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73245672" w14:textId="77777777" w:rsidR="003E1941" w:rsidRPr="008922ED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4154528" w14:textId="77777777" w:rsidR="0085747A" w:rsidRPr="008922ED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8922ED">
        <w:rPr>
          <w:smallCaps w:val="0"/>
          <w:szCs w:val="24"/>
        </w:rPr>
        <w:t xml:space="preserve">7. </w:t>
      </w:r>
      <w:r w:rsidR="0085747A" w:rsidRPr="008922ED">
        <w:rPr>
          <w:smallCaps w:val="0"/>
          <w:szCs w:val="24"/>
        </w:rPr>
        <w:t>LITERATURA</w:t>
      </w:r>
      <w:r w:rsidRPr="008922ED">
        <w:rPr>
          <w:smallCaps w:val="0"/>
          <w:szCs w:val="24"/>
        </w:rPr>
        <w:t xml:space="preserve"> </w:t>
      </w:r>
    </w:p>
    <w:p w14:paraId="4F0ADF2E" w14:textId="77777777" w:rsidR="00675843" w:rsidRPr="008922ED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922ED" w14:paraId="5729AA55" w14:textId="77777777" w:rsidTr="00A72521">
        <w:trPr>
          <w:trHeight w:val="397"/>
        </w:trPr>
        <w:tc>
          <w:tcPr>
            <w:tcW w:w="9639" w:type="dxa"/>
          </w:tcPr>
          <w:p w14:paraId="299F8F3A" w14:textId="3CCB9F97" w:rsidR="009A623D" w:rsidRPr="00B579F2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B579F2">
              <w:rPr>
                <w:smallCaps w:val="0"/>
                <w:szCs w:val="24"/>
              </w:rPr>
              <w:t>Literatura podstawowa:</w:t>
            </w:r>
          </w:p>
          <w:p w14:paraId="6AB6469C" w14:textId="77777777" w:rsidR="00B34531" w:rsidRPr="00B34531" w:rsidRDefault="00B34531" w:rsidP="009C54AE">
            <w:pPr>
              <w:pStyle w:val="Punktygwne"/>
              <w:spacing w:before="0" w:after="0"/>
              <w:rPr>
                <w:bCs/>
                <w:smallCaps w:val="0"/>
                <w:color w:val="000000"/>
                <w:szCs w:val="24"/>
              </w:rPr>
            </w:pPr>
          </w:p>
          <w:p w14:paraId="516109CB" w14:textId="42603116" w:rsidR="00812148" w:rsidRPr="008922ED" w:rsidRDefault="00812148" w:rsidP="002B601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922ED">
              <w:rPr>
                <w:b w:val="0"/>
                <w:smallCaps w:val="0"/>
                <w:szCs w:val="24"/>
              </w:rPr>
              <w:lastRenderedPageBreak/>
              <w:t>Bogdanowicz</w:t>
            </w:r>
            <w:r w:rsidR="00956774" w:rsidRPr="008922ED">
              <w:rPr>
                <w:b w:val="0"/>
                <w:smallCaps w:val="0"/>
                <w:szCs w:val="24"/>
              </w:rPr>
              <w:t>,</w:t>
            </w:r>
            <w:r w:rsidRPr="008922ED">
              <w:rPr>
                <w:b w:val="0"/>
                <w:smallCaps w:val="0"/>
                <w:szCs w:val="24"/>
              </w:rPr>
              <w:t xml:space="preserve"> M. </w:t>
            </w:r>
            <w:r w:rsidR="008B0F16" w:rsidRPr="008922ED">
              <w:rPr>
                <w:b w:val="0"/>
                <w:smallCaps w:val="0"/>
                <w:szCs w:val="24"/>
              </w:rPr>
              <w:t xml:space="preserve">(2011). </w:t>
            </w:r>
            <w:r w:rsidRPr="008922ED">
              <w:rPr>
                <w:b w:val="0"/>
                <w:i/>
                <w:smallCaps w:val="0"/>
                <w:szCs w:val="24"/>
              </w:rPr>
              <w:t>Ryzyko dysleksji: problem i diagnozowanie</w:t>
            </w:r>
            <w:r w:rsidR="00A37C38" w:rsidRPr="008922ED">
              <w:rPr>
                <w:b w:val="0"/>
                <w:i/>
                <w:smallCaps w:val="0"/>
                <w:szCs w:val="24"/>
              </w:rPr>
              <w:t>.</w:t>
            </w:r>
            <w:r w:rsidRPr="008922ED">
              <w:rPr>
                <w:b w:val="0"/>
                <w:smallCaps w:val="0"/>
                <w:szCs w:val="24"/>
              </w:rPr>
              <w:t xml:space="preserve"> </w:t>
            </w:r>
            <w:r w:rsidR="00587D55" w:rsidRPr="008922ED">
              <w:rPr>
                <w:b w:val="0"/>
                <w:smallCaps w:val="0"/>
                <w:szCs w:val="24"/>
              </w:rPr>
              <w:t xml:space="preserve">Gdańsk: </w:t>
            </w:r>
            <w:r w:rsidRPr="008922ED">
              <w:rPr>
                <w:b w:val="0"/>
                <w:smallCaps w:val="0"/>
                <w:szCs w:val="24"/>
              </w:rPr>
              <w:t>Wydawnictwo Harmonia</w:t>
            </w:r>
            <w:r w:rsidR="00587D55" w:rsidRPr="008922ED">
              <w:rPr>
                <w:b w:val="0"/>
                <w:smallCaps w:val="0"/>
                <w:szCs w:val="24"/>
              </w:rPr>
              <w:t>.</w:t>
            </w:r>
          </w:p>
          <w:p w14:paraId="4D73A9CB" w14:textId="3B3FDB2B" w:rsidR="00B33322" w:rsidRPr="008922ED" w:rsidRDefault="00B33322" w:rsidP="002B601F">
            <w:pPr>
              <w:pStyle w:val="NormalnyWeb"/>
              <w:spacing w:before="0" w:beforeAutospacing="0" w:after="0" w:afterAutospacing="0"/>
            </w:pPr>
            <w:r w:rsidRPr="008922ED">
              <w:t>Borkowska</w:t>
            </w:r>
            <w:r w:rsidR="00587D55" w:rsidRPr="008922ED">
              <w:t>,</w:t>
            </w:r>
            <w:r w:rsidRPr="008922ED">
              <w:t xml:space="preserve"> A.R. (2006). </w:t>
            </w:r>
            <w:r w:rsidRPr="008922ED">
              <w:rPr>
                <w:i/>
                <w:iCs/>
              </w:rPr>
              <w:t>Neuropsychologiczne mechanizmy powstawania zaburzeń rozwojowych</w:t>
            </w:r>
            <w:r w:rsidRPr="008922ED">
              <w:t xml:space="preserve">. </w:t>
            </w:r>
            <w:r w:rsidR="00EE73E8" w:rsidRPr="008922ED">
              <w:t>(</w:t>
            </w:r>
            <w:r w:rsidRPr="008922ED">
              <w:t>W:</w:t>
            </w:r>
            <w:r w:rsidR="00EE73E8" w:rsidRPr="008922ED">
              <w:t>)</w:t>
            </w:r>
            <w:r w:rsidRPr="008922ED">
              <w:t xml:space="preserve"> A.R. Borkowska, Ł. Domańska (red.). </w:t>
            </w:r>
            <w:r w:rsidRPr="008922ED">
              <w:rPr>
                <w:i/>
                <w:iCs/>
              </w:rPr>
              <w:t>Neuropsychologia kliniczna dziecka</w:t>
            </w:r>
            <w:r w:rsidRPr="008922ED">
              <w:t>. Warszawa</w:t>
            </w:r>
            <w:r w:rsidR="00587D55" w:rsidRPr="008922ED">
              <w:t>: PWN.</w:t>
            </w:r>
          </w:p>
          <w:p w14:paraId="252DD6D5" w14:textId="3670C1BC" w:rsidR="00812148" w:rsidRPr="008922ED" w:rsidRDefault="00B33322" w:rsidP="002B6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22ED">
              <w:rPr>
                <w:rFonts w:ascii="Times New Roman" w:hAnsi="Times New Roman"/>
                <w:sz w:val="24"/>
                <w:szCs w:val="24"/>
              </w:rPr>
              <w:t>Steinborn</w:t>
            </w:r>
            <w:proofErr w:type="spellEnd"/>
            <w:r w:rsidR="00587D55" w:rsidRPr="008922ED">
              <w:rPr>
                <w:rFonts w:ascii="Times New Roman" w:hAnsi="Times New Roman"/>
                <w:sz w:val="24"/>
                <w:szCs w:val="24"/>
              </w:rPr>
              <w:t>,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 xml:space="preserve"> B. (2020). </w:t>
            </w:r>
            <w:r w:rsidRPr="008922ED">
              <w:rPr>
                <w:rFonts w:ascii="Times New Roman" w:hAnsi="Times New Roman"/>
                <w:i/>
                <w:iCs/>
                <w:sz w:val="24"/>
                <w:szCs w:val="24"/>
              </w:rPr>
              <w:t>Neurologia wieku rozwojowego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>. Warszawa</w:t>
            </w:r>
            <w:r w:rsidR="00FD454E" w:rsidRPr="008922ED">
              <w:rPr>
                <w:rFonts w:ascii="Times New Roman" w:hAnsi="Times New Roman"/>
                <w:sz w:val="24"/>
                <w:szCs w:val="24"/>
              </w:rPr>
              <w:t>: PZWL.</w:t>
            </w:r>
          </w:p>
          <w:p w14:paraId="6F20C4C5" w14:textId="57817E36" w:rsidR="009A623D" w:rsidRPr="008922ED" w:rsidRDefault="00000000" w:rsidP="002B601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4E4E4E"/>
                <w:sz w:val="24"/>
                <w:szCs w:val="24"/>
                <w:lang w:eastAsia="pl-PL"/>
              </w:rPr>
            </w:pPr>
            <w:hyperlink r:id="rId8" w:tooltip="książki andrzej witusik" w:history="1">
              <w:r w:rsidR="00AC12B9" w:rsidRPr="008922ED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AC12B9" w:rsidRPr="008922ED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Witusik</w:t>
              </w:r>
              <w:proofErr w:type="spellEnd"/>
            </w:hyperlink>
            <w:r w:rsidR="00587D55" w:rsidRPr="008922ED">
              <w:rPr>
                <w:rStyle w:val="Hipercze"/>
                <w:rFonts w:ascii="Times New Roman" w:hAnsi="Times New Roman"/>
                <w:color w:val="auto"/>
                <w:sz w:val="24"/>
                <w:szCs w:val="24"/>
                <w:u w:val="none"/>
              </w:rPr>
              <w:t>,</w:t>
            </w:r>
            <w:r w:rsidR="00AC12B9" w:rsidRPr="008922ED">
              <w:rPr>
                <w:rFonts w:ascii="Times New Roman" w:hAnsi="Times New Roman"/>
                <w:sz w:val="24"/>
                <w:szCs w:val="24"/>
              </w:rPr>
              <w:t> </w:t>
            </w:r>
            <w:r w:rsidR="002B601F" w:rsidRPr="008922ED">
              <w:rPr>
                <w:rFonts w:ascii="Times New Roman" w:hAnsi="Times New Roman"/>
                <w:sz w:val="24"/>
                <w:szCs w:val="24"/>
              </w:rPr>
              <w:t>A.</w:t>
            </w:r>
            <w:r w:rsidR="00AC12B9" w:rsidRPr="008922ED">
              <w:rPr>
                <w:rFonts w:ascii="Times New Roman" w:hAnsi="Times New Roman"/>
                <w:sz w:val="24"/>
                <w:szCs w:val="24"/>
              </w:rPr>
              <w:t>, </w:t>
            </w:r>
            <w:hyperlink r:id="rId9" w:tooltip="książki dorota podgórska-jachnik" w:history="1">
              <w:r w:rsidR="00AC12B9" w:rsidRPr="008922ED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Podgórska-Jachnik</w:t>
              </w:r>
            </w:hyperlink>
            <w:r w:rsidR="002B601F" w:rsidRPr="008922ED">
              <w:rPr>
                <w:rFonts w:ascii="Times New Roman" w:hAnsi="Times New Roman"/>
                <w:sz w:val="24"/>
                <w:szCs w:val="24"/>
              </w:rPr>
              <w:t>, D., Sipowicz K.,</w:t>
            </w:r>
            <w:r w:rsidR="00AC12B9" w:rsidRPr="008922ED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10" w:tooltip="książki tadeusz pietras" w:history="1">
              <w:r w:rsidR="00AC12B9" w:rsidRPr="008922ED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Pietras</w:t>
              </w:r>
            </w:hyperlink>
            <w:r w:rsidR="00FD454E" w:rsidRPr="008922ED">
              <w:rPr>
                <w:rStyle w:val="Hipercze"/>
                <w:rFonts w:ascii="Times New Roman" w:hAnsi="Times New Roman"/>
                <w:color w:val="auto"/>
                <w:sz w:val="24"/>
                <w:szCs w:val="24"/>
                <w:u w:val="none"/>
              </w:rPr>
              <w:t>,</w:t>
            </w:r>
            <w:r w:rsidR="00AC12B9" w:rsidRPr="00892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601F" w:rsidRPr="008922ED">
              <w:rPr>
                <w:rFonts w:ascii="Times New Roman" w:hAnsi="Times New Roman"/>
                <w:sz w:val="24"/>
                <w:szCs w:val="24"/>
              </w:rPr>
              <w:t xml:space="preserve">T. </w:t>
            </w:r>
            <w:r w:rsidR="00AC12B9" w:rsidRPr="008922ED">
              <w:rPr>
                <w:rFonts w:ascii="Times New Roman" w:hAnsi="Times New Roman"/>
                <w:sz w:val="24"/>
                <w:szCs w:val="24"/>
              </w:rPr>
              <w:t>(2022</w:t>
            </w:r>
            <w:r w:rsidR="002B601F" w:rsidRPr="008922ED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="00AC12B9" w:rsidRPr="008922ED">
              <w:rPr>
                <w:rFonts w:ascii="Times New Roman" w:hAnsi="Times New Roman"/>
                <w:i/>
                <w:iCs/>
                <w:sz w:val="24"/>
                <w:szCs w:val="24"/>
              </w:rPr>
              <w:t>Spektrum autyzmu- od diagnozy i terapii do integracji i inkluzji</w:t>
            </w:r>
            <w:r w:rsidR="002B601F" w:rsidRPr="008922E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D454E" w:rsidRPr="008922ED">
              <w:rPr>
                <w:rFonts w:ascii="Times New Roman" w:hAnsi="Times New Roman"/>
                <w:sz w:val="24"/>
                <w:szCs w:val="24"/>
              </w:rPr>
              <w:t xml:space="preserve">Wrocław: </w:t>
            </w:r>
            <w:proofErr w:type="spellStart"/>
            <w:r w:rsidR="002B601F" w:rsidRPr="008922ED">
              <w:rPr>
                <w:rFonts w:ascii="Times New Roman" w:hAnsi="Times New Roman"/>
                <w:sz w:val="24"/>
                <w:szCs w:val="24"/>
              </w:rPr>
              <w:t>Wydawn</w:t>
            </w:r>
            <w:proofErr w:type="spellEnd"/>
            <w:r w:rsidR="002B601F" w:rsidRPr="008922E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B601F" w:rsidRPr="008922ED">
              <w:rPr>
                <w:rFonts w:ascii="Times New Roman" w:hAnsi="Times New Roman"/>
                <w:sz w:val="24"/>
                <w:szCs w:val="24"/>
              </w:rPr>
              <w:t>Continuo</w:t>
            </w:r>
            <w:proofErr w:type="spellEnd"/>
            <w:r w:rsidR="00FD454E" w:rsidRPr="008922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747A" w:rsidRPr="008922ED" w14:paraId="4A1283F2" w14:textId="77777777" w:rsidTr="00A72521">
        <w:trPr>
          <w:trHeight w:val="397"/>
        </w:trPr>
        <w:tc>
          <w:tcPr>
            <w:tcW w:w="9639" w:type="dxa"/>
          </w:tcPr>
          <w:p w14:paraId="4143C998" w14:textId="322BF50C" w:rsidR="0085747A" w:rsidRPr="00B579F2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B579F2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B649597" w14:textId="77777777" w:rsidR="00B34531" w:rsidRPr="00B34531" w:rsidRDefault="00B34531" w:rsidP="009C54AE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2EC715AB" w14:textId="10F01620" w:rsidR="007E6B98" w:rsidRPr="008922ED" w:rsidRDefault="007E6B98" w:rsidP="007E6B98">
            <w:pPr>
              <w:pStyle w:val="NormalnyWeb"/>
              <w:spacing w:before="0" w:beforeAutospacing="0" w:after="0" w:afterAutospacing="0"/>
            </w:pPr>
            <w:r w:rsidRPr="008922ED">
              <w:t xml:space="preserve">Daniluk, B. (2006). Specyficzne zaburzenia językowe u dzieci. </w:t>
            </w:r>
            <w:r w:rsidR="00A72521" w:rsidRPr="008922ED">
              <w:t>(</w:t>
            </w:r>
            <w:r w:rsidRPr="008922ED">
              <w:t>W</w:t>
            </w:r>
            <w:r w:rsidR="00A72521" w:rsidRPr="008922ED">
              <w:t>:)</w:t>
            </w:r>
            <w:r w:rsidRPr="008922ED">
              <w:t xml:space="preserve"> A.R. Borkowska, Ł. Domańska (red.). </w:t>
            </w:r>
            <w:r w:rsidRPr="008922ED">
              <w:rPr>
                <w:i/>
                <w:iCs/>
              </w:rPr>
              <w:t>Neuropsychologia kliniczna dziecka</w:t>
            </w:r>
            <w:r w:rsidRPr="008922ED">
              <w:t>. Warszawa</w:t>
            </w:r>
            <w:r w:rsidR="008C4D45" w:rsidRPr="008922ED">
              <w:t>: PWN.</w:t>
            </w:r>
          </w:p>
          <w:p w14:paraId="1DB4B18E" w14:textId="1933D2E7" w:rsidR="00B33322" w:rsidRPr="008922ED" w:rsidRDefault="00812148" w:rsidP="00812148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22ED">
              <w:rPr>
                <w:rFonts w:ascii="Times New Roman" w:hAnsi="Times New Roman"/>
                <w:sz w:val="24"/>
                <w:szCs w:val="24"/>
              </w:rPr>
              <w:t>Gąstol</w:t>
            </w:r>
            <w:proofErr w:type="spellEnd"/>
            <w:r w:rsidR="00A72521" w:rsidRPr="008922ED">
              <w:rPr>
                <w:rFonts w:ascii="Times New Roman" w:hAnsi="Times New Roman"/>
                <w:sz w:val="24"/>
                <w:szCs w:val="24"/>
              </w:rPr>
              <w:t>,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 xml:space="preserve"> A., </w:t>
            </w:r>
            <w:proofErr w:type="spellStart"/>
            <w:r w:rsidRPr="008922ED">
              <w:rPr>
                <w:rFonts w:ascii="Times New Roman" w:hAnsi="Times New Roman"/>
                <w:sz w:val="24"/>
                <w:szCs w:val="24"/>
              </w:rPr>
              <w:t>Jeger</w:t>
            </w:r>
            <w:proofErr w:type="spellEnd"/>
            <w:r w:rsidR="00A72521" w:rsidRPr="008922ED">
              <w:rPr>
                <w:rFonts w:ascii="Times New Roman" w:hAnsi="Times New Roman"/>
                <w:sz w:val="24"/>
                <w:szCs w:val="24"/>
              </w:rPr>
              <w:t>,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 xml:space="preserve"> A.</w:t>
            </w:r>
            <w:r w:rsidR="002B601F" w:rsidRPr="008922ED">
              <w:rPr>
                <w:rFonts w:ascii="Times New Roman" w:hAnsi="Times New Roman"/>
                <w:sz w:val="24"/>
                <w:szCs w:val="24"/>
              </w:rPr>
              <w:t xml:space="preserve"> (2012).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22ED">
              <w:rPr>
                <w:rFonts w:ascii="Times New Roman" w:hAnsi="Times New Roman"/>
                <w:i/>
                <w:sz w:val="24"/>
                <w:szCs w:val="24"/>
              </w:rPr>
              <w:t>Mój złośnik, czyli jak nauczyć dzieci radzenia sobie ze złością</w:t>
            </w:r>
            <w:r w:rsidR="008C4D45" w:rsidRPr="008922ED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>Warszawa</w:t>
            </w:r>
            <w:r w:rsidR="008C4D45" w:rsidRPr="008922E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8C4D45" w:rsidRPr="008922ED">
              <w:rPr>
                <w:rFonts w:ascii="Times New Roman" w:hAnsi="Times New Roman"/>
                <w:sz w:val="24"/>
                <w:szCs w:val="24"/>
              </w:rPr>
              <w:t>Difin</w:t>
            </w:r>
            <w:proofErr w:type="spellEnd"/>
            <w:r w:rsidR="008C4D45" w:rsidRPr="008922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8E8B59F" w14:textId="1B519216" w:rsidR="008B0F16" w:rsidRPr="008922ED" w:rsidRDefault="00B33322" w:rsidP="00812148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Grzegorzewska</w:t>
            </w:r>
            <w:r w:rsidR="008C4D45" w:rsidRPr="008922ED">
              <w:rPr>
                <w:rFonts w:ascii="Times New Roman" w:hAnsi="Times New Roman"/>
                <w:sz w:val="24"/>
                <w:szCs w:val="24"/>
              </w:rPr>
              <w:t>,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 xml:space="preserve"> I., </w:t>
            </w:r>
            <w:proofErr w:type="spellStart"/>
            <w:r w:rsidRPr="008922ED">
              <w:rPr>
                <w:rFonts w:ascii="Times New Roman" w:hAnsi="Times New Roman"/>
                <w:sz w:val="24"/>
                <w:szCs w:val="24"/>
              </w:rPr>
              <w:t>Cierpiałkowska</w:t>
            </w:r>
            <w:proofErr w:type="spellEnd"/>
            <w:r w:rsidR="008C4D45" w:rsidRPr="008922ED">
              <w:rPr>
                <w:rFonts w:ascii="Times New Roman" w:hAnsi="Times New Roman"/>
                <w:sz w:val="24"/>
                <w:szCs w:val="24"/>
              </w:rPr>
              <w:t>,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 xml:space="preserve"> L., Borkowska</w:t>
            </w:r>
            <w:r w:rsidR="008C4D45" w:rsidRPr="008922ED">
              <w:rPr>
                <w:rFonts w:ascii="Times New Roman" w:hAnsi="Times New Roman"/>
                <w:sz w:val="24"/>
                <w:szCs w:val="24"/>
              </w:rPr>
              <w:t>,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 xml:space="preserve"> A. (2020). </w:t>
            </w:r>
            <w:r w:rsidRPr="008922ED">
              <w:rPr>
                <w:rFonts w:ascii="Times New Roman" w:hAnsi="Times New Roman"/>
                <w:i/>
                <w:iCs/>
                <w:sz w:val="24"/>
                <w:szCs w:val="24"/>
              </w:rPr>
              <w:t>Psychologia kliniczna dzieci i młodzieży.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 xml:space="preserve"> Warszawa</w:t>
            </w:r>
            <w:r w:rsidR="008C4D45" w:rsidRPr="008922ED">
              <w:rPr>
                <w:rFonts w:ascii="Times New Roman" w:hAnsi="Times New Roman"/>
                <w:sz w:val="24"/>
                <w:szCs w:val="24"/>
              </w:rPr>
              <w:t>: PWN.</w:t>
            </w:r>
          </w:p>
          <w:p w14:paraId="289B2D60" w14:textId="742E9D7D" w:rsidR="00812148" w:rsidRPr="008922ED" w:rsidRDefault="00812148" w:rsidP="00812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Kendall</w:t>
            </w:r>
            <w:r w:rsidR="00A72521" w:rsidRPr="008922ED">
              <w:rPr>
                <w:rFonts w:ascii="Times New Roman" w:hAnsi="Times New Roman"/>
                <w:sz w:val="24"/>
                <w:szCs w:val="24"/>
              </w:rPr>
              <w:t>,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 xml:space="preserve"> P.C.</w:t>
            </w:r>
            <w:r w:rsidR="007A6525" w:rsidRPr="008922ED">
              <w:rPr>
                <w:rFonts w:ascii="Times New Roman" w:hAnsi="Times New Roman"/>
                <w:sz w:val="24"/>
                <w:szCs w:val="24"/>
              </w:rPr>
              <w:t xml:space="preserve"> (2021).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22ED">
              <w:rPr>
                <w:rFonts w:ascii="Times New Roman" w:hAnsi="Times New Roman"/>
                <w:i/>
                <w:sz w:val="24"/>
                <w:szCs w:val="24"/>
              </w:rPr>
              <w:t xml:space="preserve">Zaburzenia okresu dzieciństwa i adolescencji. 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>Gdańs</w:t>
            </w:r>
            <w:r w:rsidR="007A6525" w:rsidRPr="008922ED">
              <w:rPr>
                <w:rFonts w:ascii="Times New Roman" w:hAnsi="Times New Roman"/>
                <w:sz w:val="24"/>
                <w:szCs w:val="24"/>
              </w:rPr>
              <w:t>k</w:t>
            </w:r>
            <w:r w:rsidR="0082241A" w:rsidRPr="008922ED">
              <w:rPr>
                <w:rFonts w:ascii="Times New Roman" w:hAnsi="Times New Roman"/>
                <w:sz w:val="24"/>
                <w:szCs w:val="24"/>
              </w:rPr>
              <w:t>: GWP.</w:t>
            </w:r>
          </w:p>
          <w:p w14:paraId="73281002" w14:textId="534FE449" w:rsidR="00AC12B9" w:rsidRPr="008922ED" w:rsidRDefault="00956774" w:rsidP="00812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Leonard</w:t>
            </w:r>
            <w:r w:rsidR="004E536D" w:rsidRPr="008922ED">
              <w:rPr>
                <w:rFonts w:ascii="Times New Roman" w:hAnsi="Times New Roman"/>
                <w:sz w:val="24"/>
                <w:szCs w:val="24"/>
              </w:rPr>
              <w:t>,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 xml:space="preserve"> L.B. (2006). </w:t>
            </w:r>
            <w:r w:rsidRPr="008922ED">
              <w:rPr>
                <w:rFonts w:ascii="Times New Roman" w:hAnsi="Times New Roman"/>
                <w:i/>
                <w:iCs/>
                <w:sz w:val="24"/>
                <w:szCs w:val="24"/>
              </w:rPr>
              <w:t>SLI – specyficzne zaburzenie rozwoju językowego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>. Gdańsk</w:t>
            </w:r>
            <w:r w:rsidR="0082241A" w:rsidRPr="008922ED">
              <w:rPr>
                <w:rFonts w:ascii="Times New Roman" w:hAnsi="Times New Roman"/>
                <w:sz w:val="24"/>
                <w:szCs w:val="24"/>
              </w:rPr>
              <w:t>: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 xml:space="preserve"> GWP</w:t>
            </w:r>
            <w:r w:rsidR="0082241A" w:rsidRPr="008922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47866F4" w14:textId="4E454AB5" w:rsidR="009A623D" w:rsidRPr="008922ED" w:rsidRDefault="00812148" w:rsidP="007E6B98">
            <w:pPr>
              <w:pStyle w:val="Tekstpodstawowywcity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22ED">
              <w:rPr>
                <w:rFonts w:ascii="Times New Roman" w:hAnsi="Times New Roman"/>
                <w:sz w:val="24"/>
                <w:szCs w:val="24"/>
              </w:rPr>
              <w:t>Wiącek</w:t>
            </w:r>
            <w:r w:rsidR="004E536D" w:rsidRPr="008922ED">
              <w:rPr>
                <w:rFonts w:ascii="Times New Roman" w:hAnsi="Times New Roman"/>
                <w:sz w:val="24"/>
                <w:szCs w:val="24"/>
              </w:rPr>
              <w:t>,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 xml:space="preserve"> R.</w:t>
            </w:r>
            <w:r w:rsidR="007E6B98" w:rsidRPr="008922ED">
              <w:rPr>
                <w:rFonts w:ascii="Times New Roman" w:hAnsi="Times New Roman"/>
                <w:sz w:val="24"/>
                <w:szCs w:val="24"/>
              </w:rPr>
              <w:t xml:space="preserve"> (2010)</w:t>
            </w:r>
            <w:r w:rsidR="00A72521" w:rsidRPr="008922ED">
              <w:rPr>
                <w:rFonts w:ascii="Times New Roman" w:hAnsi="Times New Roman"/>
                <w:sz w:val="24"/>
                <w:szCs w:val="24"/>
              </w:rPr>
              <w:t>.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22ED">
              <w:rPr>
                <w:rFonts w:ascii="Times New Roman" w:hAnsi="Times New Roman"/>
                <w:i/>
                <w:sz w:val="24"/>
                <w:szCs w:val="24"/>
              </w:rPr>
              <w:t>Dzieci nadpobudliwe psychoruchowo w wieku przedszkolnym</w:t>
            </w:r>
            <w:r w:rsidR="0082241A" w:rsidRPr="008922ED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8922ED">
              <w:rPr>
                <w:rFonts w:ascii="Times New Roman" w:hAnsi="Times New Roman"/>
                <w:sz w:val="24"/>
                <w:szCs w:val="24"/>
              </w:rPr>
              <w:t>Kraków</w:t>
            </w:r>
            <w:r w:rsidR="0082241A" w:rsidRPr="008922ED">
              <w:rPr>
                <w:rFonts w:ascii="Times New Roman" w:hAnsi="Times New Roman"/>
                <w:sz w:val="24"/>
                <w:szCs w:val="24"/>
              </w:rPr>
              <w:t>: Impuls.</w:t>
            </w:r>
          </w:p>
        </w:tc>
      </w:tr>
    </w:tbl>
    <w:p w14:paraId="435CA492" w14:textId="77777777" w:rsidR="0085747A" w:rsidRPr="008922ED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4223DB8" w14:textId="77777777" w:rsidR="0085747A" w:rsidRPr="008922ED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0A69D07" w14:textId="77777777" w:rsidR="0085747A" w:rsidRPr="008922ED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8922ED">
        <w:rPr>
          <w:b w:val="0"/>
          <w:smallCaps w:val="0"/>
          <w:szCs w:val="24"/>
        </w:rPr>
        <w:t>Akceptacja Kierownika Jednostki lub osoby upoważnionej</w:t>
      </w:r>
    </w:p>
    <w:sectPr w:rsidR="0085747A" w:rsidRPr="008922E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5E834" w14:textId="77777777" w:rsidR="00E30023" w:rsidRDefault="00E30023" w:rsidP="00C16ABF">
      <w:pPr>
        <w:spacing w:after="0" w:line="240" w:lineRule="auto"/>
      </w:pPr>
      <w:r>
        <w:separator/>
      </w:r>
    </w:p>
  </w:endnote>
  <w:endnote w:type="continuationSeparator" w:id="0">
    <w:p w14:paraId="50CC09D5" w14:textId="77777777" w:rsidR="00E30023" w:rsidRDefault="00E300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FCA03" w14:textId="77777777" w:rsidR="00E30023" w:rsidRDefault="00E30023" w:rsidP="00C16ABF">
      <w:pPr>
        <w:spacing w:after="0" w:line="240" w:lineRule="auto"/>
      </w:pPr>
      <w:r>
        <w:separator/>
      </w:r>
    </w:p>
  </w:footnote>
  <w:footnote w:type="continuationSeparator" w:id="0">
    <w:p w14:paraId="0C2FBD7A" w14:textId="77777777" w:rsidR="00E30023" w:rsidRDefault="00E30023" w:rsidP="00C16ABF">
      <w:pPr>
        <w:spacing w:after="0" w:line="240" w:lineRule="auto"/>
      </w:pPr>
      <w:r>
        <w:continuationSeparator/>
      </w:r>
    </w:p>
  </w:footnote>
  <w:footnote w:id="1">
    <w:p w14:paraId="7EE82F6A" w14:textId="77777777" w:rsidR="0030395F" w:rsidRPr="001D219D" w:rsidRDefault="0030395F">
      <w:pPr>
        <w:pStyle w:val="Tekstprzypisudolnego"/>
        <w:rPr>
          <w:rFonts w:ascii="Times New Roman" w:hAnsi="Times New Roman"/>
        </w:rPr>
      </w:pPr>
      <w:r w:rsidRPr="001D219D">
        <w:rPr>
          <w:rStyle w:val="Odwoanieprzypisudolnego"/>
          <w:rFonts w:ascii="Times New Roman" w:hAnsi="Times New Roman"/>
        </w:rPr>
        <w:footnoteRef/>
      </w:r>
      <w:r w:rsidRPr="001D219D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52EC3"/>
    <w:multiLevelType w:val="multilevel"/>
    <w:tmpl w:val="39E46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AF3E4D"/>
    <w:multiLevelType w:val="multilevel"/>
    <w:tmpl w:val="A480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69006639">
    <w:abstractNumId w:val="1"/>
  </w:num>
  <w:num w:numId="2" w16cid:durableId="48454523">
    <w:abstractNumId w:val="2"/>
  </w:num>
  <w:num w:numId="3" w16cid:durableId="95899299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0A2"/>
    <w:rsid w:val="00042A51"/>
    <w:rsid w:val="00042D2E"/>
    <w:rsid w:val="00044C82"/>
    <w:rsid w:val="00060747"/>
    <w:rsid w:val="00065A32"/>
    <w:rsid w:val="00070ED6"/>
    <w:rsid w:val="000742DC"/>
    <w:rsid w:val="000835F6"/>
    <w:rsid w:val="00084C12"/>
    <w:rsid w:val="00087E43"/>
    <w:rsid w:val="0009462C"/>
    <w:rsid w:val="00094B12"/>
    <w:rsid w:val="00096C46"/>
    <w:rsid w:val="000A296F"/>
    <w:rsid w:val="000A2A28"/>
    <w:rsid w:val="000A3CCA"/>
    <w:rsid w:val="000B192D"/>
    <w:rsid w:val="000B28EE"/>
    <w:rsid w:val="000B3E37"/>
    <w:rsid w:val="000C55B2"/>
    <w:rsid w:val="000D04B0"/>
    <w:rsid w:val="000D6D9D"/>
    <w:rsid w:val="000F1C57"/>
    <w:rsid w:val="000F5615"/>
    <w:rsid w:val="00106317"/>
    <w:rsid w:val="00124BFF"/>
    <w:rsid w:val="0012560E"/>
    <w:rsid w:val="00127108"/>
    <w:rsid w:val="00134B13"/>
    <w:rsid w:val="00146BC0"/>
    <w:rsid w:val="00153C41"/>
    <w:rsid w:val="00154381"/>
    <w:rsid w:val="0015680B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219D"/>
    <w:rsid w:val="001D2AA0"/>
    <w:rsid w:val="001D3F51"/>
    <w:rsid w:val="001D5B1C"/>
    <w:rsid w:val="001D657B"/>
    <w:rsid w:val="001D7B54"/>
    <w:rsid w:val="001E0209"/>
    <w:rsid w:val="001F2CA2"/>
    <w:rsid w:val="00203756"/>
    <w:rsid w:val="00213B73"/>
    <w:rsid w:val="002144C0"/>
    <w:rsid w:val="0022477D"/>
    <w:rsid w:val="002278A9"/>
    <w:rsid w:val="00231136"/>
    <w:rsid w:val="002336F9"/>
    <w:rsid w:val="0024028F"/>
    <w:rsid w:val="00244ABC"/>
    <w:rsid w:val="002464DD"/>
    <w:rsid w:val="00250232"/>
    <w:rsid w:val="00262B90"/>
    <w:rsid w:val="00266DF3"/>
    <w:rsid w:val="002706B2"/>
    <w:rsid w:val="00281FF2"/>
    <w:rsid w:val="002846E8"/>
    <w:rsid w:val="002857DE"/>
    <w:rsid w:val="00291567"/>
    <w:rsid w:val="002A0630"/>
    <w:rsid w:val="002A22BF"/>
    <w:rsid w:val="002A2389"/>
    <w:rsid w:val="002A671D"/>
    <w:rsid w:val="002B4D55"/>
    <w:rsid w:val="002B5EA0"/>
    <w:rsid w:val="002B601F"/>
    <w:rsid w:val="002B6119"/>
    <w:rsid w:val="002C1F06"/>
    <w:rsid w:val="002D3375"/>
    <w:rsid w:val="002D4111"/>
    <w:rsid w:val="002D73D4"/>
    <w:rsid w:val="002E0E50"/>
    <w:rsid w:val="002F02A3"/>
    <w:rsid w:val="002F4ABE"/>
    <w:rsid w:val="003018BA"/>
    <w:rsid w:val="0030395F"/>
    <w:rsid w:val="003044E9"/>
    <w:rsid w:val="00305C92"/>
    <w:rsid w:val="003151C5"/>
    <w:rsid w:val="003343CF"/>
    <w:rsid w:val="00346FE9"/>
    <w:rsid w:val="0034759A"/>
    <w:rsid w:val="003503F6"/>
    <w:rsid w:val="003530DD"/>
    <w:rsid w:val="0036104F"/>
    <w:rsid w:val="00363F78"/>
    <w:rsid w:val="0039341B"/>
    <w:rsid w:val="00395DFE"/>
    <w:rsid w:val="003A0A5B"/>
    <w:rsid w:val="003A1176"/>
    <w:rsid w:val="003C0BAE"/>
    <w:rsid w:val="003D18A9"/>
    <w:rsid w:val="003D1B9F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1860"/>
    <w:rsid w:val="00445970"/>
    <w:rsid w:val="004510DC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5AAA"/>
    <w:rsid w:val="004968E2"/>
    <w:rsid w:val="004A23B1"/>
    <w:rsid w:val="004A3EEA"/>
    <w:rsid w:val="004A4D1F"/>
    <w:rsid w:val="004C0487"/>
    <w:rsid w:val="004D06E7"/>
    <w:rsid w:val="004D5282"/>
    <w:rsid w:val="004E422C"/>
    <w:rsid w:val="004E536D"/>
    <w:rsid w:val="004F1551"/>
    <w:rsid w:val="004F55A3"/>
    <w:rsid w:val="0050496F"/>
    <w:rsid w:val="00513B6F"/>
    <w:rsid w:val="00515F14"/>
    <w:rsid w:val="00517C63"/>
    <w:rsid w:val="00526C94"/>
    <w:rsid w:val="00534302"/>
    <w:rsid w:val="005363C4"/>
    <w:rsid w:val="00536BDE"/>
    <w:rsid w:val="00543ACC"/>
    <w:rsid w:val="0056299D"/>
    <w:rsid w:val="0056696D"/>
    <w:rsid w:val="00573EF9"/>
    <w:rsid w:val="00584C20"/>
    <w:rsid w:val="00585F33"/>
    <w:rsid w:val="00587D55"/>
    <w:rsid w:val="00590304"/>
    <w:rsid w:val="00592494"/>
    <w:rsid w:val="0059484D"/>
    <w:rsid w:val="005A0855"/>
    <w:rsid w:val="005A3196"/>
    <w:rsid w:val="005A6957"/>
    <w:rsid w:val="005C080F"/>
    <w:rsid w:val="005C4AE7"/>
    <w:rsid w:val="005C55E5"/>
    <w:rsid w:val="005C696A"/>
    <w:rsid w:val="005D005F"/>
    <w:rsid w:val="005E10D0"/>
    <w:rsid w:val="005E6E85"/>
    <w:rsid w:val="005F31D2"/>
    <w:rsid w:val="005F55DD"/>
    <w:rsid w:val="0060139F"/>
    <w:rsid w:val="006070B7"/>
    <w:rsid w:val="0061029B"/>
    <w:rsid w:val="006112C3"/>
    <w:rsid w:val="00617230"/>
    <w:rsid w:val="00621CE1"/>
    <w:rsid w:val="0062355F"/>
    <w:rsid w:val="00623812"/>
    <w:rsid w:val="00627FC9"/>
    <w:rsid w:val="00647FA8"/>
    <w:rsid w:val="00650C5F"/>
    <w:rsid w:val="00654934"/>
    <w:rsid w:val="006620D9"/>
    <w:rsid w:val="00671958"/>
    <w:rsid w:val="00675843"/>
    <w:rsid w:val="0068156F"/>
    <w:rsid w:val="00696477"/>
    <w:rsid w:val="006A5EAC"/>
    <w:rsid w:val="006B6B58"/>
    <w:rsid w:val="006C0017"/>
    <w:rsid w:val="006D050F"/>
    <w:rsid w:val="006D6139"/>
    <w:rsid w:val="006E5D65"/>
    <w:rsid w:val="006E6FAD"/>
    <w:rsid w:val="006F1282"/>
    <w:rsid w:val="006F1FBC"/>
    <w:rsid w:val="006F31E2"/>
    <w:rsid w:val="00703947"/>
    <w:rsid w:val="00705E53"/>
    <w:rsid w:val="00706544"/>
    <w:rsid w:val="007072BA"/>
    <w:rsid w:val="0071620A"/>
    <w:rsid w:val="00724677"/>
    <w:rsid w:val="00725459"/>
    <w:rsid w:val="007327BD"/>
    <w:rsid w:val="00734608"/>
    <w:rsid w:val="007440FE"/>
    <w:rsid w:val="00745302"/>
    <w:rsid w:val="007461D6"/>
    <w:rsid w:val="00746EC8"/>
    <w:rsid w:val="00763BF1"/>
    <w:rsid w:val="00766FD4"/>
    <w:rsid w:val="00777983"/>
    <w:rsid w:val="0078168C"/>
    <w:rsid w:val="00787C2A"/>
    <w:rsid w:val="00790E27"/>
    <w:rsid w:val="007A4022"/>
    <w:rsid w:val="007A6525"/>
    <w:rsid w:val="007A6E6E"/>
    <w:rsid w:val="007B250C"/>
    <w:rsid w:val="007C135D"/>
    <w:rsid w:val="007C3299"/>
    <w:rsid w:val="007C3BCC"/>
    <w:rsid w:val="007C4546"/>
    <w:rsid w:val="007D6E56"/>
    <w:rsid w:val="007E3F22"/>
    <w:rsid w:val="007E6B98"/>
    <w:rsid w:val="007F1652"/>
    <w:rsid w:val="007F34B2"/>
    <w:rsid w:val="007F4155"/>
    <w:rsid w:val="00812148"/>
    <w:rsid w:val="0081554D"/>
    <w:rsid w:val="0081707E"/>
    <w:rsid w:val="0082241A"/>
    <w:rsid w:val="008449B3"/>
    <w:rsid w:val="00854944"/>
    <w:rsid w:val="0085747A"/>
    <w:rsid w:val="00860311"/>
    <w:rsid w:val="00862D0D"/>
    <w:rsid w:val="00884922"/>
    <w:rsid w:val="00885F64"/>
    <w:rsid w:val="00886473"/>
    <w:rsid w:val="008917F9"/>
    <w:rsid w:val="00891F94"/>
    <w:rsid w:val="008922ED"/>
    <w:rsid w:val="00894D4A"/>
    <w:rsid w:val="008A45F7"/>
    <w:rsid w:val="008B0F16"/>
    <w:rsid w:val="008B43D7"/>
    <w:rsid w:val="008B45CB"/>
    <w:rsid w:val="008C0CC0"/>
    <w:rsid w:val="008C19A9"/>
    <w:rsid w:val="008C379D"/>
    <w:rsid w:val="008C4D45"/>
    <w:rsid w:val="008C5147"/>
    <w:rsid w:val="008C5359"/>
    <w:rsid w:val="008C5363"/>
    <w:rsid w:val="008D2CB0"/>
    <w:rsid w:val="008D3DFB"/>
    <w:rsid w:val="008D69F2"/>
    <w:rsid w:val="008E1A51"/>
    <w:rsid w:val="008E4056"/>
    <w:rsid w:val="008E4F0D"/>
    <w:rsid w:val="008E64F4"/>
    <w:rsid w:val="008E6A83"/>
    <w:rsid w:val="008F12C9"/>
    <w:rsid w:val="008F161E"/>
    <w:rsid w:val="008F3D05"/>
    <w:rsid w:val="008F4409"/>
    <w:rsid w:val="008F6E29"/>
    <w:rsid w:val="00912BE1"/>
    <w:rsid w:val="00916188"/>
    <w:rsid w:val="00923D7D"/>
    <w:rsid w:val="0094744A"/>
    <w:rsid w:val="009508DF"/>
    <w:rsid w:val="00950DAC"/>
    <w:rsid w:val="009524CF"/>
    <w:rsid w:val="00954A07"/>
    <w:rsid w:val="00956774"/>
    <w:rsid w:val="00956799"/>
    <w:rsid w:val="00974B92"/>
    <w:rsid w:val="00984441"/>
    <w:rsid w:val="00995320"/>
    <w:rsid w:val="00997F14"/>
    <w:rsid w:val="009A623D"/>
    <w:rsid w:val="009A78CD"/>
    <w:rsid w:val="009A78D9"/>
    <w:rsid w:val="009C1331"/>
    <w:rsid w:val="009C3B19"/>
    <w:rsid w:val="009C3E31"/>
    <w:rsid w:val="009C54AE"/>
    <w:rsid w:val="009C788E"/>
    <w:rsid w:val="009D2B88"/>
    <w:rsid w:val="009D3F06"/>
    <w:rsid w:val="009E3B41"/>
    <w:rsid w:val="009F3C5C"/>
    <w:rsid w:val="009F4610"/>
    <w:rsid w:val="00A00ECC"/>
    <w:rsid w:val="00A04CB9"/>
    <w:rsid w:val="00A155EE"/>
    <w:rsid w:val="00A220D2"/>
    <w:rsid w:val="00A2245B"/>
    <w:rsid w:val="00A30110"/>
    <w:rsid w:val="00A319E0"/>
    <w:rsid w:val="00A34AA7"/>
    <w:rsid w:val="00A36899"/>
    <w:rsid w:val="00A371F6"/>
    <w:rsid w:val="00A37C38"/>
    <w:rsid w:val="00A43BF6"/>
    <w:rsid w:val="00A53FA5"/>
    <w:rsid w:val="00A54817"/>
    <w:rsid w:val="00A601C8"/>
    <w:rsid w:val="00A60799"/>
    <w:rsid w:val="00A6514D"/>
    <w:rsid w:val="00A67FC3"/>
    <w:rsid w:val="00A72521"/>
    <w:rsid w:val="00A7523D"/>
    <w:rsid w:val="00A7732B"/>
    <w:rsid w:val="00A84C85"/>
    <w:rsid w:val="00A97DE1"/>
    <w:rsid w:val="00AB053C"/>
    <w:rsid w:val="00AC12B9"/>
    <w:rsid w:val="00AC25B5"/>
    <w:rsid w:val="00AC3592"/>
    <w:rsid w:val="00AD1146"/>
    <w:rsid w:val="00AD27D3"/>
    <w:rsid w:val="00AD28D2"/>
    <w:rsid w:val="00AD66D6"/>
    <w:rsid w:val="00AE1160"/>
    <w:rsid w:val="00AE203C"/>
    <w:rsid w:val="00AE2E74"/>
    <w:rsid w:val="00AE5FCB"/>
    <w:rsid w:val="00AF2C1E"/>
    <w:rsid w:val="00AF64F8"/>
    <w:rsid w:val="00B06142"/>
    <w:rsid w:val="00B10AFE"/>
    <w:rsid w:val="00B135B1"/>
    <w:rsid w:val="00B17E4E"/>
    <w:rsid w:val="00B3130B"/>
    <w:rsid w:val="00B32DA5"/>
    <w:rsid w:val="00B33322"/>
    <w:rsid w:val="00B34531"/>
    <w:rsid w:val="00B37E93"/>
    <w:rsid w:val="00B40ADB"/>
    <w:rsid w:val="00B43B77"/>
    <w:rsid w:val="00B43E80"/>
    <w:rsid w:val="00B50C9F"/>
    <w:rsid w:val="00B579F2"/>
    <w:rsid w:val="00B607DB"/>
    <w:rsid w:val="00B66529"/>
    <w:rsid w:val="00B6729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880"/>
    <w:rsid w:val="00BF2C41"/>
    <w:rsid w:val="00C058B4"/>
    <w:rsid w:val="00C05F44"/>
    <w:rsid w:val="00C13164"/>
    <w:rsid w:val="00C131B5"/>
    <w:rsid w:val="00C16ABF"/>
    <w:rsid w:val="00C170AE"/>
    <w:rsid w:val="00C26CB7"/>
    <w:rsid w:val="00C27D20"/>
    <w:rsid w:val="00C324C1"/>
    <w:rsid w:val="00C3359A"/>
    <w:rsid w:val="00C36992"/>
    <w:rsid w:val="00C42EC5"/>
    <w:rsid w:val="00C554FB"/>
    <w:rsid w:val="00C56036"/>
    <w:rsid w:val="00C61DC5"/>
    <w:rsid w:val="00C65BFF"/>
    <w:rsid w:val="00C67E92"/>
    <w:rsid w:val="00C70A26"/>
    <w:rsid w:val="00C73AB5"/>
    <w:rsid w:val="00C766DF"/>
    <w:rsid w:val="00C94B98"/>
    <w:rsid w:val="00CA2B96"/>
    <w:rsid w:val="00CA5089"/>
    <w:rsid w:val="00CA773C"/>
    <w:rsid w:val="00CB386F"/>
    <w:rsid w:val="00CB42CB"/>
    <w:rsid w:val="00CD6897"/>
    <w:rsid w:val="00CE5BAC"/>
    <w:rsid w:val="00CF25BE"/>
    <w:rsid w:val="00CF78ED"/>
    <w:rsid w:val="00D02B25"/>
    <w:rsid w:val="00D02EBA"/>
    <w:rsid w:val="00D04286"/>
    <w:rsid w:val="00D17C3C"/>
    <w:rsid w:val="00D26B2C"/>
    <w:rsid w:val="00D31F50"/>
    <w:rsid w:val="00D352C9"/>
    <w:rsid w:val="00D35DE2"/>
    <w:rsid w:val="00D4064F"/>
    <w:rsid w:val="00D411BB"/>
    <w:rsid w:val="00D425B2"/>
    <w:rsid w:val="00D428D6"/>
    <w:rsid w:val="00D552B2"/>
    <w:rsid w:val="00D57EEF"/>
    <w:rsid w:val="00D608D1"/>
    <w:rsid w:val="00D74119"/>
    <w:rsid w:val="00D8075B"/>
    <w:rsid w:val="00D83005"/>
    <w:rsid w:val="00D84032"/>
    <w:rsid w:val="00D8599D"/>
    <w:rsid w:val="00D8678B"/>
    <w:rsid w:val="00DA2114"/>
    <w:rsid w:val="00DA4EBE"/>
    <w:rsid w:val="00DD57E1"/>
    <w:rsid w:val="00DE09C0"/>
    <w:rsid w:val="00DE4A14"/>
    <w:rsid w:val="00DE7D18"/>
    <w:rsid w:val="00DF320D"/>
    <w:rsid w:val="00DF71C8"/>
    <w:rsid w:val="00E129B8"/>
    <w:rsid w:val="00E21E7D"/>
    <w:rsid w:val="00E22FBC"/>
    <w:rsid w:val="00E24BF5"/>
    <w:rsid w:val="00E25338"/>
    <w:rsid w:val="00E2636E"/>
    <w:rsid w:val="00E30023"/>
    <w:rsid w:val="00E334FC"/>
    <w:rsid w:val="00E36A8A"/>
    <w:rsid w:val="00E5152B"/>
    <w:rsid w:val="00E51E44"/>
    <w:rsid w:val="00E55D0C"/>
    <w:rsid w:val="00E63348"/>
    <w:rsid w:val="00E713B9"/>
    <w:rsid w:val="00E77E88"/>
    <w:rsid w:val="00E77EEF"/>
    <w:rsid w:val="00E8107D"/>
    <w:rsid w:val="00E960BB"/>
    <w:rsid w:val="00E97DC8"/>
    <w:rsid w:val="00EA2074"/>
    <w:rsid w:val="00EA4832"/>
    <w:rsid w:val="00EA4E9D"/>
    <w:rsid w:val="00EB1260"/>
    <w:rsid w:val="00EB1935"/>
    <w:rsid w:val="00EC0D06"/>
    <w:rsid w:val="00EC4899"/>
    <w:rsid w:val="00ED03AB"/>
    <w:rsid w:val="00ED32D2"/>
    <w:rsid w:val="00EE32DE"/>
    <w:rsid w:val="00EE5457"/>
    <w:rsid w:val="00EE73E8"/>
    <w:rsid w:val="00F070AB"/>
    <w:rsid w:val="00F07644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454E"/>
    <w:rsid w:val="00FD503F"/>
    <w:rsid w:val="00FD7474"/>
    <w:rsid w:val="00FD7589"/>
    <w:rsid w:val="00FD7803"/>
    <w:rsid w:val="00FE3938"/>
    <w:rsid w:val="00FF016A"/>
    <w:rsid w:val="00FF1401"/>
    <w:rsid w:val="00FF1ADE"/>
    <w:rsid w:val="00FF33BD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121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12148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B33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dicon.pl/ksiazki/andrzej-witusi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medicon.pl/ksiazki/tadeusz-pietra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edicon.pl/ksiazki/dorota-podgorska-jachni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8F90D-71C8-4291-BCAF-6B0106C0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1253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Danuta Ochojska</cp:lastModifiedBy>
  <cp:revision>23</cp:revision>
  <cp:lastPrinted>2022-12-29T10:03:00Z</cp:lastPrinted>
  <dcterms:created xsi:type="dcterms:W3CDTF">2022-11-23T18:17:00Z</dcterms:created>
  <dcterms:modified xsi:type="dcterms:W3CDTF">2023-06-01T12:21:00Z</dcterms:modified>
</cp:coreProperties>
</file>